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A93DB" w14:textId="77777777" w:rsidR="004954F5" w:rsidRPr="006F0228" w:rsidRDefault="004954F5" w:rsidP="005F5B41">
      <w:pPr>
        <w:pStyle w:val="Annexetitle"/>
        <w:spacing w:line="240" w:lineRule="atLeast"/>
        <w:rPr>
          <w:rFonts w:ascii="Arial" w:hAnsi="Arial" w:cs="Arial"/>
          <w:sz w:val="22"/>
          <w:szCs w:val="24"/>
          <w:lang w:val="es-ES"/>
        </w:rPr>
      </w:pPr>
      <w:bookmarkStart w:id="0" w:name="cursor"/>
      <w:bookmarkEnd w:id="0"/>
      <w:r w:rsidRPr="006F0228">
        <w:rPr>
          <w:rFonts w:ascii="Arial" w:hAnsi="Arial" w:cs="Arial"/>
          <w:sz w:val="22"/>
          <w:szCs w:val="24"/>
          <w:lang w:val="es-ES"/>
        </w:rPr>
        <w:t>Curriculum vitae</w:t>
      </w:r>
    </w:p>
    <w:p w14:paraId="3C86E930" w14:textId="636CDD91" w:rsidR="004954F5" w:rsidRPr="006F0228" w:rsidRDefault="00CF39B8" w:rsidP="00CF1CA7">
      <w:pPr>
        <w:pStyle w:val="DefaultText"/>
        <w:rPr>
          <w:lang w:val="es-ES"/>
        </w:rPr>
      </w:pPr>
      <w:r w:rsidRPr="006F0228">
        <w:rPr>
          <w:lang w:val="es-ES"/>
        </w:rPr>
        <w:t>Posición propuesta en el proyecto</w:t>
      </w:r>
      <w:r w:rsidR="004954F5" w:rsidRPr="006F0228">
        <w:rPr>
          <w:lang w:val="es-ES"/>
        </w:rPr>
        <w:t xml:space="preserve">: </w:t>
      </w:r>
    </w:p>
    <w:p w14:paraId="1EACABDC" w14:textId="13905AF9" w:rsidR="004954F5" w:rsidRPr="006F0228" w:rsidRDefault="00CF39B8" w:rsidP="00CF1CA7">
      <w:pPr>
        <w:pStyle w:val="DefaultText"/>
        <w:rPr>
          <w:lang w:val="es-ES"/>
        </w:rPr>
      </w:pPr>
      <w:r w:rsidRPr="006F0228">
        <w:rPr>
          <w:lang w:val="es-ES"/>
        </w:rPr>
        <w:t>Categoría</w:t>
      </w:r>
      <w:r w:rsidR="004954F5" w:rsidRPr="006F0228">
        <w:rPr>
          <w:lang w:val="es-ES"/>
        </w:rPr>
        <w:t>:</w:t>
      </w:r>
    </w:p>
    <w:p w14:paraId="6149CD18" w14:textId="5001CF4A" w:rsidR="004954F5" w:rsidRPr="006F0228" w:rsidRDefault="00CF39B8" w:rsidP="00CF1CA7">
      <w:pPr>
        <w:pStyle w:val="DefaultText"/>
        <w:rPr>
          <w:lang w:val="es-ES"/>
        </w:rPr>
      </w:pPr>
      <w:r w:rsidRPr="006F0228">
        <w:rPr>
          <w:lang w:val="es-ES"/>
        </w:rPr>
        <w:t>Empleado de</w:t>
      </w:r>
      <w:r w:rsidR="004954F5" w:rsidRPr="006F0228">
        <w:rPr>
          <w:lang w:val="es-ES"/>
        </w:rPr>
        <w:t xml:space="preserve"> &lt;</w:t>
      </w:r>
      <w:r w:rsidRPr="006F0228">
        <w:rPr>
          <w:lang w:val="es-ES"/>
        </w:rPr>
        <w:t>nombre de la entidad</w:t>
      </w:r>
      <w:r w:rsidR="004954F5" w:rsidRPr="006F0228">
        <w:rPr>
          <w:lang w:val="es-ES"/>
        </w:rPr>
        <w:t xml:space="preserve">&gt; </w:t>
      </w:r>
    </w:p>
    <w:p w14:paraId="674DF812" w14:textId="314CE735" w:rsidR="004954F5" w:rsidRPr="006F0228" w:rsidRDefault="00D84B81" w:rsidP="00CF1CA7">
      <w:pPr>
        <w:pStyle w:val="list-number-color"/>
        <w:rPr>
          <w:lang w:val="es-ES"/>
        </w:rPr>
      </w:pPr>
      <w:r w:rsidRPr="006F0228">
        <w:rPr>
          <w:lang w:val="es-ES"/>
        </w:rPr>
        <w:t>Apellidos</w:t>
      </w:r>
      <w:r w:rsidR="004954F5" w:rsidRPr="006F0228">
        <w:rPr>
          <w:lang w:val="es-ES"/>
        </w:rPr>
        <w:t>:</w:t>
      </w:r>
      <w:r w:rsidR="004954F5" w:rsidRPr="006F0228">
        <w:rPr>
          <w:lang w:val="es-ES"/>
        </w:rPr>
        <w:tab/>
      </w:r>
    </w:p>
    <w:p w14:paraId="3532A906" w14:textId="6DB1B2DC" w:rsidR="004954F5" w:rsidRPr="006F0228" w:rsidRDefault="00D84B81" w:rsidP="00CF1CA7">
      <w:pPr>
        <w:pStyle w:val="list-number-color"/>
        <w:rPr>
          <w:lang w:val="es-ES"/>
        </w:rPr>
      </w:pPr>
      <w:r w:rsidRPr="006F0228">
        <w:rPr>
          <w:lang w:val="es-ES"/>
        </w:rPr>
        <w:t>Nombre</w:t>
      </w:r>
      <w:r w:rsidR="004954F5" w:rsidRPr="006F0228">
        <w:rPr>
          <w:lang w:val="es-ES"/>
        </w:rPr>
        <w:t>:</w:t>
      </w:r>
      <w:r w:rsidR="004954F5" w:rsidRPr="006F0228">
        <w:rPr>
          <w:lang w:val="es-ES"/>
        </w:rPr>
        <w:tab/>
      </w:r>
    </w:p>
    <w:p w14:paraId="738B26E4" w14:textId="04061F2A" w:rsidR="004954F5" w:rsidRPr="006F0228" w:rsidRDefault="00D84B81" w:rsidP="00CF1CA7">
      <w:pPr>
        <w:pStyle w:val="list-number-color"/>
        <w:rPr>
          <w:lang w:val="es-ES"/>
        </w:rPr>
      </w:pPr>
      <w:r w:rsidRPr="006F0228">
        <w:rPr>
          <w:lang w:val="es-ES"/>
        </w:rPr>
        <w:t>Fecha de nacimiento</w:t>
      </w:r>
      <w:r w:rsidR="004954F5" w:rsidRPr="006F0228">
        <w:rPr>
          <w:lang w:val="es-ES"/>
        </w:rPr>
        <w:t>:</w:t>
      </w:r>
      <w:r w:rsidR="004954F5" w:rsidRPr="006F0228">
        <w:rPr>
          <w:lang w:val="es-ES"/>
        </w:rPr>
        <w:tab/>
      </w:r>
    </w:p>
    <w:p w14:paraId="3C5FDF41" w14:textId="547108C2" w:rsidR="004954F5" w:rsidRPr="006F0228" w:rsidRDefault="00D84B81" w:rsidP="00CF1CA7">
      <w:pPr>
        <w:pStyle w:val="list-number-color"/>
        <w:rPr>
          <w:lang w:val="es-ES"/>
        </w:rPr>
      </w:pPr>
      <w:r w:rsidRPr="006F0228">
        <w:rPr>
          <w:lang w:val="es-ES"/>
        </w:rPr>
        <w:t>Nacionalidad</w:t>
      </w:r>
      <w:r w:rsidR="004954F5" w:rsidRPr="006F0228">
        <w:rPr>
          <w:lang w:val="es-ES"/>
        </w:rPr>
        <w:t>:</w:t>
      </w:r>
      <w:r w:rsidR="004954F5" w:rsidRPr="006F0228">
        <w:rPr>
          <w:lang w:val="es-ES"/>
        </w:rPr>
        <w:tab/>
      </w:r>
    </w:p>
    <w:p w14:paraId="4504A624" w14:textId="04DA9318" w:rsidR="004954F5" w:rsidRPr="006F0228" w:rsidRDefault="00D84B81" w:rsidP="00CF1CA7">
      <w:pPr>
        <w:pStyle w:val="list-number-color"/>
        <w:rPr>
          <w:lang w:val="es-ES"/>
        </w:rPr>
      </w:pPr>
      <w:r w:rsidRPr="006F0228">
        <w:rPr>
          <w:lang w:val="es-ES"/>
        </w:rPr>
        <w:t>Educación</w:t>
      </w:r>
      <w:r w:rsidR="004954F5" w:rsidRPr="006F0228">
        <w:rPr>
          <w:lang w:val="es-ES"/>
        </w:rPr>
        <w:t>:</w:t>
      </w:r>
      <w:r w:rsidR="004954F5" w:rsidRPr="006F0228">
        <w:rPr>
          <w:lang w:val="es-ES"/>
        </w:rPr>
        <w:tab/>
      </w:r>
    </w:p>
    <w:tbl>
      <w:tblPr>
        <w:tblStyle w:val="table-style-blauw-100-outline"/>
        <w:tblW w:w="5000" w:type="pct"/>
        <w:tblLook w:val="04A0" w:firstRow="1" w:lastRow="0" w:firstColumn="1" w:lastColumn="0" w:noHBand="0" w:noVBand="1"/>
      </w:tblPr>
      <w:tblGrid>
        <w:gridCol w:w="2746"/>
        <w:gridCol w:w="6883"/>
      </w:tblGrid>
      <w:tr w:rsidR="004954F5" w:rsidRPr="006F0228" w14:paraId="45BE50F7" w14:textId="77777777" w:rsidTr="00CF1C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426" w:type="pct"/>
          </w:tcPr>
          <w:p w14:paraId="5E6691A3" w14:textId="01A89282" w:rsidR="004954F5" w:rsidRPr="006F0228" w:rsidRDefault="00D84B81" w:rsidP="00CF1CA7">
            <w:pPr>
              <w:pStyle w:val="table-text"/>
              <w:rPr>
                <w:lang w:val="es-ES"/>
              </w:rPr>
            </w:pPr>
            <w:r w:rsidRPr="006F0228">
              <w:rPr>
                <w:lang w:val="es-ES"/>
              </w:rPr>
              <w:t>Institución</w:t>
            </w:r>
          </w:p>
          <w:p w14:paraId="1FEDFCE6" w14:textId="590544CA" w:rsidR="004954F5" w:rsidRPr="006F0228" w:rsidRDefault="004954F5" w:rsidP="00D84B81">
            <w:pPr>
              <w:pStyle w:val="table-text"/>
              <w:rPr>
                <w:lang w:val="es-ES"/>
              </w:rPr>
            </w:pPr>
            <w:r w:rsidRPr="006F0228">
              <w:rPr>
                <w:lang w:val="es-ES"/>
              </w:rPr>
              <w:t>(</w:t>
            </w:r>
            <w:r w:rsidR="00D84B81" w:rsidRPr="006F0228">
              <w:rPr>
                <w:lang w:val="es-ES"/>
              </w:rPr>
              <w:t>Fecha inicio-Fecha fin</w:t>
            </w:r>
            <w:r w:rsidRPr="006F0228">
              <w:rPr>
                <w:lang w:val="es-ES"/>
              </w:rPr>
              <w:t>)</w:t>
            </w:r>
          </w:p>
        </w:tc>
        <w:tc>
          <w:tcPr>
            <w:tcW w:w="3574" w:type="pct"/>
          </w:tcPr>
          <w:p w14:paraId="080BBF80" w14:textId="6ACD1739" w:rsidR="004954F5" w:rsidRPr="006F0228" w:rsidRDefault="00D84B81" w:rsidP="00CF1CA7">
            <w:pPr>
              <w:pStyle w:val="table-text"/>
              <w:rPr>
                <w:lang w:val="es-ES"/>
              </w:rPr>
            </w:pPr>
            <w:r w:rsidRPr="006F0228">
              <w:rPr>
                <w:lang w:val="es-ES"/>
              </w:rPr>
              <w:t>Diploma(s) obtenido(s)</w:t>
            </w:r>
            <w:r w:rsidR="004954F5" w:rsidRPr="006F0228">
              <w:rPr>
                <w:lang w:val="es-ES"/>
              </w:rPr>
              <w:t>:</w:t>
            </w:r>
          </w:p>
        </w:tc>
      </w:tr>
      <w:tr w:rsidR="004954F5" w:rsidRPr="006F0228" w14:paraId="7A8804EC" w14:textId="77777777" w:rsidTr="00CF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26" w:type="pct"/>
          </w:tcPr>
          <w:p w14:paraId="3134E7CD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3574" w:type="pct"/>
          </w:tcPr>
          <w:p w14:paraId="55AD75AB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</w:tr>
      <w:tr w:rsidR="004954F5" w:rsidRPr="006F0228" w14:paraId="0E4FDD3F" w14:textId="77777777" w:rsidTr="00CF1C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26" w:type="pct"/>
          </w:tcPr>
          <w:p w14:paraId="4F31CFD7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3574" w:type="pct"/>
          </w:tcPr>
          <w:p w14:paraId="44FF398E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</w:tr>
    </w:tbl>
    <w:p w14:paraId="28E77981" w14:textId="7669CD9F" w:rsidR="004954F5" w:rsidRPr="006F0228" w:rsidRDefault="00D84B81" w:rsidP="00CF1CA7">
      <w:pPr>
        <w:pStyle w:val="list-number-color"/>
        <w:rPr>
          <w:lang w:val="es-ES"/>
        </w:rPr>
      </w:pPr>
      <w:r w:rsidRPr="006F0228">
        <w:rPr>
          <w:b/>
          <w:lang w:val="es-ES"/>
        </w:rPr>
        <w:t>Idiomas</w:t>
      </w:r>
      <w:r w:rsidR="004954F5" w:rsidRPr="006F0228">
        <w:rPr>
          <w:b/>
          <w:lang w:val="es-ES"/>
        </w:rPr>
        <w:t>:</w:t>
      </w:r>
      <w:r w:rsidR="004954F5" w:rsidRPr="006F0228">
        <w:rPr>
          <w:lang w:val="es-ES"/>
        </w:rPr>
        <w:t xml:space="preserve"> </w:t>
      </w:r>
      <w:r w:rsidRPr="006F0228">
        <w:rPr>
          <w:lang w:val="es-ES"/>
        </w:rPr>
        <w:t>Indicar en una escala de A1 a</w:t>
      </w:r>
      <w:r w:rsidR="00CA4501">
        <w:rPr>
          <w:lang w:val="es-ES"/>
        </w:rPr>
        <w:t xml:space="preserve"> C2</w:t>
      </w:r>
      <w:r w:rsidR="004954F5" w:rsidRPr="006F0228">
        <w:rPr>
          <w:lang w:val="es-ES"/>
        </w:rPr>
        <w:t xml:space="preserve"> </w:t>
      </w:r>
    </w:p>
    <w:tbl>
      <w:tblPr>
        <w:tblStyle w:val="table-style-blauw-100-outline"/>
        <w:tblW w:w="5000" w:type="pct"/>
        <w:tblLook w:val="04A0" w:firstRow="1" w:lastRow="0" w:firstColumn="1" w:lastColumn="0" w:noHBand="0" w:noVBand="1"/>
      </w:tblPr>
      <w:tblGrid>
        <w:gridCol w:w="2836"/>
        <w:gridCol w:w="2263"/>
        <w:gridCol w:w="2265"/>
        <w:gridCol w:w="2265"/>
      </w:tblGrid>
      <w:tr w:rsidR="004954F5" w:rsidRPr="006F0228" w14:paraId="72D8E271" w14:textId="77777777" w:rsidTr="00CF1C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472" w:type="pct"/>
          </w:tcPr>
          <w:p w14:paraId="532D0581" w14:textId="2E545ABE" w:rsidR="004954F5" w:rsidRPr="006F0228" w:rsidRDefault="00D32DA3" w:rsidP="00CF1CA7">
            <w:pPr>
              <w:pStyle w:val="table-text"/>
              <w:rPr>
                <w:lang w:val="es-ES"/>
              </w:rPr>
            </w:pPr>
            <w:r>
              <w:rPr>
                <w:lang w:val="es-ES"/>
              </w:rPr>
              <w:t>Idioma</w:t>
            </w:r>
          </w:p>
        </w:tc>
        <w:tc>
          <w:tcPr>
            <w:tcW w:w="1175" w:type="pct"/>
          </w:tcPr>
          <w:p w14:paraId="0139162F" w14:textId="63B92BE7" w:rsidR="004954F5" w:rsidRPr="006F0228" w:rsidRDefault="00D32DA3" w:rsidP="00CF1CA7">
            <w:pPr>
              <w:pStyle w:val="table-text"/>
              <w:rPr>
                <w:lang w:val="es-ES"/>
              </w:rPr>
            </w:pPr>
            <w:r>
              <w:rPr>
                <w:lang w:val="es-ES"/>
              </w:rPr>
              <w:t>Leído</w:t>
            </w:r>
          </w:p>
        </w:tc>
        <w:tc>
          <w:tcPr>
            <w:tcW w:w="1176" w:type="pct"/>
          </w:tcPr>
          <w:p w14:paraId="0614C745" w14:textId="001A06E5" w:rsidR="004954F5" w:rsidRPr="006F0228" w:rsidRDefault="00D32DA3" w:rsidP="00CF1CA7">
            <w:pPr>
              <w:pStyle w:val="table-text"/>
              <w:rPr>
                <w:lang w:val="es-ES"/>
              </w:rPr>
            </w:pPr>
            <w:r>
              <w:rPr>
                <w:lang w:val="es-ES"/>
              </w:rPr>
              <w:t>Hablado</w:t>
            </w:r>
          </w:p>
        </w:tc>
        <w:tc>
          <w:tcPr>
            <w:tcW w:w="1176" w:type="pct"/>
          </w:tcPr>
          <w:p w14:paraId="662D4C66" w14:textId="68214549" w:rsidR="004954F5" w:rsidRPr="006F0228" w:rsidRDefault="00D32DA3" w:rsidP="00CF1CA7">
            <w:pPr>
              <w:pStyle w:val="table-text"/>
              <w:rPr>
                <w:lang w:val="es-ES"/>
              </w:rPr>
            </w:pPr>
            <w:r>
              <w:rPr>
                <w:lang w:val="es-ES"/>
              </w:rPr>
              <w:t>Escrito</w:t>
            </w:r>
          </w:p>
        </w:tc>
      </w:tr>
      <w:tr w:rsidR="004954F5" w:rsidRPr="006F0228" w14:paraId="133E0D71" w14:textId="77777777" w:rsidTr="00CF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72" w:type="pct"/>
          </w:tcPr>
          <w:p w14:paraId="0573ED89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1175" w:type="pct"/>
          </w:tcPr>
          <w:p w14:paraId="4B6C4436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1176" w:type="pct"/>
          </w:tcPr>
          <w:p w14:paraId="1381A23D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1176" w:type="pct"/>
          </w:tcPr>
          <w:p w14:paraId="6F39B0BC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</w:tr>
      <w:tr w:rsidR="004954F5" w:rsidRPr="006F0228" w14:paraId="5EC45DFE" w14:textId="77777777" w:rsidTr="00CF1C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72" w:type="pct"/>
          </w:tcPr>
          <w:p w14:paraId="4E966651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1175" w:type="pct"/>
          </w:tcPr>
          <w:p w14:paraId="7AE00917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1176" w:type="pct"/>
          </w:tcPr>
          <w:p w14:paraId="7FC9A51F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1176" w:type="pct"/>
          </w:tcPr>
          <w:p w14:paraId="75D09A82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</w:tr>
      <w:tr w:rsidR="004954F5" w:rsidRPr="006F0228" w14:paraId="6CAD0C7B" w14:textId="77777777" w:rsidTr="00CF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72" w:type="pct"/>
          </w:tcPr>
          <w:p w14:paraId="2E56C15A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1175" w:type="pct"/>
          </w:tcPr>
          <w:p w14:paraId="514458A2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1176" w:type="pct"/>
          </w:tcPr>
          <w:p w14:paraId="46092EDF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1176" w:type="pct"/>
          </w:tcPr>
          <w:p w14:paraId="6957E9B1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</w:tr>
      <w:tr w:rsidR="004954F5" w:rsidRPr="006F0228" w14:paraId="62EDC42A" w14:textId="77777777" w:rsidTr="00CF1C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72" w:type="pct"/>
          </w:tcPr>
          <w:p w14:paraId="45C4BB13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1175" w:type="pct"/>
          </w:tcPr>
          <w:p w14:paraId="2749B36D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1176" w:type="pct"/>
          </w:tcPr>
          <w:p w14:paraId="5175292C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1176" w:type="pct"/>
          </w:tcPr>
          <w:p w14:paraId="16B96F41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</w:tr>
    </w:tbl>
    <w:p w14:paraId="568B57E6" w14:textId="0BB2BFAB" w:rsidR="004954F5" w:rsidRPr="006F0228" w:rsidRDefault="00D84B81" w:rsidP="00CF1CA7">
      <w:pPr>
        <w:pStyle w:val="list-number-color"/>
        <w:rPr>
          <w:lang w:val="es-ES"/>
        </w:rPr>
      </w:pPr>
      <w:r w:rsidRPr="006F0228">
        <w:rPr>
          <w:lang w:val="es-ES"/>
        </w:rPr>
        <w:t xml:space="preserve">Pertenencia a </w:t>
      </w:r>
      <w:r w:rsidR="00DD3A70">
        <w:rPr>
          <w:lang w:val="es-ES"/>
        </w:rPr>
        <w:t>asociaciones</w:t>
      </w:r>
      <w:r w:rsidRPr="006F0228">
        <w:rPr>
          <w:lang w:val="es-ES"/>
        </w:rPr>
        <w:t xml:space="preserve"> profesionales</w:t>
      </w:r>
      <w:r w:rsidR="004954F5" w:rsidRPr="006F0228">
        <w:rPr>
          <w:lang w:val="es-ES"/>
        </w:rPr>
        <w:t>:</w:t>
      </w:r>
    </w:p>
    <w:p w14:paraId="3AB7E7D3" w14:textId="7E3847B8" w:rsidR="004954F5" w:rsidRPr="006F0228" w:rsidRDefault="00D84B81" w:rsidP="00CF1CA7">
      <w:pPr>
        <w:pStyle w:val="list-number-color"/>
        <w:rPr>
          <w:lang w:val="es-ES"/>
        </w:rPr>
      </w:pPr>
      <w:r w:rsidRPr="006F0228">
        <w:rPr>
          <w:lang w:val="es-ES"/>
        </w:rPr>
        <w:t>Otras habilidades</w:t>
      </w:r>
      <w:r w:rsidR="004954F5" w:rsidRPr="006F0228">
        <w:rPr>
          <w:lang w:val="es-ES"/>
        </w:rPr>
        <w:t>: (</w:t>
      </w:r>
      <w:r w:rsidRPr="006F0228">
        <w:rPr>
          <w:lang w:val="es-ES"/>
        </w:rPr>
        <w:t>p.ej. Informática</w:t>
      </w:r>
      <w:r w:rsidR="004954F5" w:rsidRPr="006F0228">
        <w:rPr>
          <w:lang w:val="es-ES"/>
        </w:rPr>
        <w:t>, etc.)</w:t>
      </w:r>
    </w:p>
    <w:p w14:paraId="3C455841" w14:textId="628A552C" w:rsidR="004954F5" w:rsidRPr="006F0228" w:rsidRDefault="00D84B81" w:rsidP="00CF1CA7">
      <w:pPr>
        <w:pStyle w:val="list-number-color"/>
        <w:rPr>
          <w:lang w:val="es-ES"/>
        </w:rPr>
      </w:pPr>
      <w:r w:rsidRPr="006F0228">
        <w:rPr>
          <w:lang w:val="es-ES"/>
        </w:rPr>
        <w:t>Puesto actual</w:t>
      </w:r>
      <w:r w:rsidR="004954F5" w:rsidRPr="006F0228">
        <w:rPr>
          <w:lang w:val="es-ES"/>
        </w:rPr>
        <w:t>:</w:t>
      </w:r>
      <w:r w:rsidR="004954F5" w:rsidRPr="006F0228">
        <w:rPr>
          <w:lang w:val="es-ES"/>
        </w:rPr>
        <w:tab/>
      </w:r>
    </w:p>
    <w:p w14:paraId="4B577DD8" w14:textId="0541F05F" w:rsidR="004954F5" w:rsidRPr="006F0228" w:rsidRDefault="00D84B81" w:rsidP="00CF1CA7">
      <w:pPr>
        <w:pStyle w:val="list-number-color"/>
        <w:rPr>
          <w:lang w:val="es-ES"/>
        </w:rPr>
      </w:pPr>
      <w:r w:rsidRPr="006F0228">
        <w:rPr>
          <w:lang w:val="es-ES"/>
        </w:rPr>
        <w:t>Años en la empresa</w:t>
      </w:r>
      <w:r w:rsidR="004954F5" w:rsidRPr="006F0228">
        <w:rPr>
          <w:lang w:val="es-ES"/>
        </w:rPr>
        <w:t>:</w:t>
      </w:r>
      <w:r w:rsidR="004954F5" w:rsidRPr="006F0228">
        <w:rPr>
          <w:lang w:val="es-ES"/>
        </w:rPr>
        <w:tab/>
      </w:r>
    </w:p>
    <w:p w14:paraId="7683A533" w14:textId="4C3D4516" w:rsidR="004954F5" w:rsidRPr="006F0228" w:rsidRDefault="00D84B81" w:rsidP="00CF1CA7">
      <w:pPr>
        <w:pStyle w:val="list-number-color"/>
        <w:rPr>
          <w:lang w:val="es-ES"/>
        </w:rPr>
      </w:pPr>
      <w:r w:rsidRPr="006F0228">
        <w:rPr>
          <w:lang w:val="es-ES"/>
        </w:rPr>
        <w:t>Cualificaciones clave</w:t>
      </w:r>
      <w:r w:rsidR="004954F5" w:rsidRPr="006F0228">
        <w:rPr>
          <w:lang w:val="es-ES"/>
        </w:rPr>
        <w:t>:</w:t>
      </w:r>
    </w:p>
    <w:tbl>
      <w:tblPr>
        <w:tblStyle w:val="table-style-blauw-100-outline"/>
        <w:tblW w:w="5000" w:type="pct"/>
        <w:tblLook w:val="04A0" w:firstRow="1" w:lastRow="0" w:firstColumn="1" w:lastColumn="0" w:noHBand="0" w:noVBand="1"/>
      </w:tblPr>
      <w:tblGrid>
        <w:gridCol w:w="9629"/>
      </w:tblGrid>
      <w:tr w:rsidR="00215761" w:rsidRPr="006F0228" w14:paraId="5068246D" w14:textId="77777777" w:rsidTr="002157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00" w:type="pct"/>
          </w:tcPr>
          <w:p w14:paraId="5C84095D" w14:textId="6E68A243" w:rsidR="00215761" w:rsidRPr="006F0228" w:rsidRDefault="00215761" w:rsidP="00CF1CA7">
            <w:pPr>
              <w:pStyle w:val="table-text"/>
              <w:rPr>
                <w:lang w:val="es-ES"/>
              </w:rPr>
            </w:pPr>
            <w:r w:rsidRPr="006F0228">
              <w:rPr>
                <w:lang w:val="es-ES"/>
              </w:rPr>
              <w:t>Habilidades y cualificaciones del experto</w:t>
            </w:r>
          </w:p>
        </w:tc>
      </w:tr>
      <w:tr w:rsidR="00215761" w:rsidRPr="006F0228" w14:paraId="0141AFBC" w14:textId="77777777" w:rsidTr="00215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00" w:type="pct"/>
          </w:tcPr>
          <w:p w14:paraId="2DBE86AF" w14:textId="77777777" w:rsidR="00215761" w:rsidRPr="006F0228" w:rsidRDefault="00215761" w:rsidP="00CF1CA7">
            <w:pPr>
              <w:pStyle w:val="table-text"/>
              <w:rPr>
                <w:lang w:val="es-ES"/>
              </w:rPr>
            </w:pPr>
          </w:p>
        </w:tc>
      </w:tr>
      <w:tr w:rsidR="00215761" w:rsidRPr="006F0228" w14:paraId="1394EE49" w14:textId="77777777" w:rsidTr="002157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00" w:type="pct"/>
          </w:tcPr>
          <w:p w14:paraId="156D0CE8" w14:textId="77777777" w:rsidR="00215761" w:rsidRPr="006F0228" w:rsidRDefault="00215761" w:rsidP="00CF1CA7">
            <w:pPr>
              <w:pStyle w:val="table-text"/>
              <w:rPr>
                <w:lang w:val="es-ES"/>
              </w:rPr>
            </w:pPr>
          </w:p>
        </w:tc>
      </w:tr>
      <w:tr w:rsidR="00215761" w:rsidRPr="006F0228" w14:paraId="2DF1D62C" w14:textId="77777777" w:rsidTr="00215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00" w:type="pct"/>
          </w:tcPr>
          <w:p w14:paraId="5B21777D" w14:textId="77777777" w:rsidR="00215761" w:rsidRPr="006F0228" w:rsidRDefault="00215761" w:rsidP="00CF1CA7">
            <w:pPr>
              <w:pStyle w:val="table-text"/>
              <w:rPr>
                <w:lang w:val="es-ES"/>
              </w:rPr>
            </w:pPr>
          </w:p>
        </w:tc>
      </w:tr>
      <w:tr w:rsidR="00215761" w:rsidRPr="006F0228" w14:paraId="4FE50CDE" w14:textId="77777777" w:rsidTr="002157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00" w:type="pct"/>
          </w:tcPr>
          <w:p w14:paraId="16EAFC7D" w14:textId="77777777" w:rsidR="00215761" w:rsidRPr="006F0228" w:rsidRDefault="00215761" w:rsidP="00CF1CA7">
            <w:pPr>
              <w:pStyle w:val="table-text"/>
              <w:rPr>
                <w:lang w:val="es-ES"/>
              </w:rPr>
            </w:pPr>
          </w:p>
        </w:tc>
      </w:tr>
      <w:tr w:rsidR="00215761" w:rsidRPr="006F0228" w14:paraId="4E4BAAB2" w14:textId="77777777" w:rsidTr="00215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00" w:type="pct"/>
          </w:tcPr>
          <w:p w14:paraId="1E3765DE" w14:textId="77777777" w:rsidR="00215761" w:rsidRPr="006F0228" w:rsidRDefault="00215761" w:rsidP="00CF1CA7">
            <w:pPr>
              <w:pStyle w:val="table-text"/>
              <w:rPr>
                <w:lang w:val="es-ES"/>
              </w:rPr>
            </w:pPr>
          </w:p>
        </w:tc>
      </w:tr>
      <w:tr w:rsidR="00215761" w:rsidRPr="006F0228" w14:paraId="246B1D7C" w14:textId="77777777" w:rsidTr="002157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00" w:type="pct"/>
          </w:tcPr>
          <w:p w14:paraId="05BFA6B5" w14:textId="77777777" w:rsidR="00215761" w:rsidRPr="006F0228" w:rsidRDefault="00215761" w:rsidP="00CF1CA7">
            <w:pPr>
              <w:pStyle w:val="table-text"/>
              <w:rPr>
                <w:lang w:val="es-ES"/>
              </w:rPr>
            </w:pPr>
          </w:p>
        </w:tc>
      </w:tr>
      <w:tr w:rsidR="00215761" w:rsidRPr="006F0228" w14:paraId="40F44F9D" w14:textId="77777777" w:rsidTr="00215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00" w:type="pct"/>
          </w:tcPr>
          <w:p w14:paraId="6DBE84AA" w14:textId="77777777" w:rsidR="00215761" w:rsidRPr="006F0228" w:rsidRDefault="00215761" w:rsidP="00CF1CA7">
            <w:pPr>
              <w:pStyle w:val="table-text"/>
              <w:rPr>
                <w:lang w:val="es-ES"/>
              </w:rPr>
            </w:pPr>
          </w:p>
        </w:tc>
      </w:tr>
      <w:tr w:rsidR="00215761" w:rsidRPr="006F0228" w14:paraId="5F6F8337" w14:textId="77777777" w:rsidTr="002157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00" w:type="pct"/>
          </w:tcPr>
          <w:p w14:paraId="2E17BB0C" w14:textId="77777777" w:rsidR="00215761" w:rsidRPr="006F0228" w:rsidRDefault="00215761" w:rsidP="00CF1CA7">
            <w:pPr>
              <w:pStyle w:val="table-text"/>
              <w:rPr>
                <w:lang w:val="es-ES"/>
              </w:rPr>
            </w:pPr>
          </w:p>
        </w:tc>
      </w:tr>
    </w:tbl>
    <w:p w14:paraId="5409B63D" w14:textId="143D19C9" w:rsidR="004954F5" w:rsidRPr="006F0228" w:rsidRDefault="00D84B81" w:rsidP="00CF1CA7">
      <w:pPr>
        <w:pStyle w:val="list-number-color"/>
        <w:rPr>
          <w:lang w:val="es-ES"/>
        </w:rPr>
      </w:pPr>
      <w:r w:rsidRPr="006F0228">
        <w:rPr>
          <w:lang w:val="es-ES"/>
        </w:rPr>
        <w:t>Experiencia específica en la región</w:t>
      </w:r>
      <w:r w:rsidR="004954F5" w:rsidRPr="006F0228">
        <w:rPr>
          <w:lang w:val="es-ES"/>
        </w:rPr>
        <w:t>:</w:t>
      </w:r>
    </w:p>
    <w:tbl>
      <w:tblPr>
        <w:tblStyle w:val="table-style-blauw-100-outline"/>
        <w:tblW w:w="5000" w:type="pct"/>
        <w:tblLook w:val="04A0" w:firstRow="1" w:lastRow="0" w:firstColumn="1" w:lastColumn="0" w:noHBand="0" w:noVBand="1"/>
      </w:tblPr>
      <w:tblGrid>
        <w:gridCol w:w="3158"/>
        <w:gridCol w:w="6471"/>
      </w:tblGrid>
      <w:tr w:rsidR="004954F5" w:rsidRPr="006F0228" w14:paraId="408AB9C7" w14:textId="77777777" w:rsidTr="00CF1C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40" w:type="pct"/>
          </w:tcPr>
          <w:p w14:paraId="13A11329" w14:textId="3F234392" w:rsidR="004954F5" w:rsidRPr="006F0228" w:rsidRDefault="00D84B81" w:rsidP="00CF1CA7">
            <w:pPr>
              <w:pStyle w:val="table-text"/>
              <w:rPr>
                <w:lang w:val="es-ES"/>
              </w:rPr>
            </w:pPr>
            <w:r w:rsidRPr="006F0228">
              <w:rPr>
                <w:lang w:val="es-ES"/>
              </w:rPr>
              <w:t>País</w:t>
            </w:r>
          </w:p>
        </w:tc>
        <w:tc>
          <w:tcPr>
            <w:tcW w:w="3360" w:type="pct"/>
          </w:tcPr>
          <w:p w14:paraId="2568CCEF" w14:textId="6BFCA9CC" w:rsidR="004954F5" w:rsidRPr="006F0228" w:rsidRDefault="00D84B81" w:rsidP="00CF1CA7">
            <w:pPr>
              <w:pStyle w:val="table-text"/>
              <w:rPr>
                <w:lang w:val="es-ES"/>
              </w:rPr>
            </w:pPr>
            <w:r w:rsidRPr="006F0228">
              <w:rPr>
                <w:lang w:val="es-ES"/>
              </w:rPr>
              <w:t>Fecha inicio-Fecha fin</w:t>
            </w:r>
          </w:p>
        </w:tc>
      </w:tr>
      <w:tr w:rsidR="004954F5" w:rsidRPr="006F0228" w14:paraId="02F00A0C" w14:textId="77777777" w:rsidTr="00CF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40" w:type="pct"/>
          </w:tcPr>
          <w:p w14:paraId="2505CFAD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3360" w:type="pct"/>
          </w:tcPr>
          <w:p w14:paraId="6AFCE527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</w:tr>
      <w:tr w:rsidR="004954F5" w:rsidRPr="006F0228" w14:paraId="372B8B49" w14:textId="77777777" w:rsidTr="00CF1C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40" w:type="pct"/>
          </w:tcPr>
          <w:p w14:paraId="4DBE3205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3360" w:type="pct"/>
          </w:tcPr>
          <w:p w14:paraId="1491C47C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</w:tr>
      <w:tr w:rsidR="004954F5" w:rsidRPr="006F0228" w14:paraId="577B1229" w14:textId="77777777" w:rsidTr="00CF1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40" w:type="pct"/>
          </w:tcPr>
          <w:p w14:paraId="1C8B38E0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3360" w:type="pct"/>
          </w:tcPr>
          <w:p w14:paraId="2411BC8C" w14:textId="77777777" w:rsidR="004954F5" w:rsidRPr="006F0228" w:rsidRDefault="004954F5" w:rsidP="00CF1CA7">
            <w:pPr>
              <w:pStyle w:val="table-text"/>
              <w:rPr>
                <w:lang w:val="es-ES"/>
              </w:rPr>
            </w:pPr>
          </w:p>
        </w:tc>
      </w:tr>
    </w:tbl>
    <w:p w14:paraId="27749DCA" w14:textId="77777777" w:rsidR="004954F5" w:rsidRPr="006F0228" w:rsidRDefault="004954F5" w:rsidP="005F5B41">
      <w:pPr>
        <w:spacing w:line="240" w:lineRule="atLeast"/>
        <w:rPr>
          <w:rFonts w:cs="Arial"/>
          <w:sz w:val="22"/>
          <w:lang w:val="es-ES"/>
        </w:rPr>
        <w:sectPr w:rsidR="004954F5" w:rsidRPr="006F0228" w:rsidSect="004954F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3" w:h="16834" w:code="9"/>
          <w:pgMar w:top="567" w:right="1134" w:bottom="567" w:left="1134" w:header="720" w:footer="720" w:gutter="0"/>
          <w:paperSrc w:first="15" w:other="15"/>
          <w:cols w:space="720"/>
          <w:titlePg/>
        </w:sectPr>
      </w:pPr>
    </w:p>
    <w:p w14:paraId="3FD621A1" w14:textId="215DD8E9" w:rsidR="004954F5" w:rsidRPr="006F0228" w:rsidRDefault="00D84B81" w:rsidP="00CF1CA7">
      <w:pPr>
        <w:pStyle w:val="list-number-color"/>
        <w:rPr>
          <w:lang w:val="es-ES"/>
        </w:rPr>
      </w:pPr>
      <w:r w:rsidRPr="006F0228">
        <w:rPr>
          <w:lang w:val="es-ES"/>
        </w:rPr>
        <w:lastRenderedPageBreak/>
        <w:t>Experiencia profesional</w:t>
      </w:r>
      <w:r w:rsidR="004954F5" w:rsidRPr="006F0228">
        <w:rPr>
          <w:lang w:val="es-ES"/>
        </w:rPr>
        <w:t>:</w:t>
      </w:r>
    </w:p>
    <w:tbl>
      <w:tblPr>
        <w:tblStyle w:val="table-style-blauw-100-outline"/>
        <w:tblW w:w="4941" w:type="pct"/>
        <w:tblLook w:val="04A0" w:firstRow="1" w:lastRow="0" w:firstColumn="1" w:lastColumn="0" w:noHBand="0" w:noVBand="1"/>
      </w:tblPr>
      <w:tblGrid>
        <w:gridCol w:w="1269"/>
        <w:gridCol w:w="2126"/>
        <w:gridCol w:w="2554"/>
        <w:gridCol w:w="1700"/>
        <w:gridCol w:w="5669"/>
        <w:gridCol w:w="1064"/>
      </w:tblGrid>
      <w:tr w:rsidR="000E0DC9" w:rsidRPr="006F0228" w14:paraId="6AE63838" w14:textId="3E295F3C" w:rsidTr="000E0D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5"/>
          <w:tblHeader/>
        </w:trPr>
        <w:tc>
          <w:tcPr>
            <w:tcW w:w="441" w:type="pct"/>
          </w:tcPr>
          <w:p w14:paraId="14D4EFC3" w14:textId="45C12D62" w:rsidR="000E0DC9" w:rsidRPr="006F0228" w:rsidRDefault="000E0DC9" w:rsidP="00CF1CA7">
            <w:pPr>
              <w:pStyle w:val="table-text"/>
              <w:rPr>
                <w:lang w:val="es-ES"/>
              </w:rPr>
            </w:pPr>
            <w:r w:rsidRPr="006F0228">
              <w:rPr>
                <w:lang w:val="es-ES"/>
              </w:rPr>
              <w:t>Fecha inicio-Fecha fin</w:t>
            </w:r>
          </w:p>
        </w:tc>
        <w:tc>
          <w:tcPr>
            <w:tcW w:w="739" w:type="pct"/>
          </w:tcPr>
          <w:p w14:paraId="47FED040" w14:textId="5182A080" w:rsidR="000E0DC9" w:rsidRPr="006F0228" w:rsidRDefault="000E0DC9" w:rsidP="00CF1CA7">
            <w:pPr>
              <w:pStyle w:val="table-text"/>
              <w:rPr>
                <w:lang w:val="es-ES"/>
              </w:rPr>
            </w:pPr>
            <w:r w:rsidRPr="006F0228">
              <w:rPr>
                <w:lang w:val="es-ES"/>
              </w:rPr>
              <w:t>Lugar</w:t>
            </w:r>
          </w:p>
        </w:tc>
        <w:tc>
          <w:tcPr>
            <w:tcW w:w="888" w:type="pct"/>
          </w:tcPr>
          <w:p w14:paraId="1587FADF" w14:textId="1C945345" w:rsidR="000E0DC9" w:rsidRPr="006F0228" w:rsidRDefault="000E0DC9" w:rsidP="00D84B81">
            <w:pPr>
              <w:pStyle w:val="table-text"/>
              <w:rPr>
                <w:lang w:val="es-ES"/>
              </w:rPr>
            </w:pPr>
            <w:r w:rsidRPr="006F0228">
              <w:rPr>
                <w:lang w:val="es-ES"/>
              </w:rPr>
              <w:t>Compañía y persona de referencia (nombre y datos de contacto)</w:t>
            </w:r>
          </w:p>
        </w:tc>
        <w:tc>
          <w:tcPr>
            <w:tcW w:w="591" w:type="pct"/>
          </w:tcPr>
          <w:p w14:paraId="1CB00BC4" w14:textId="78B15457" w:rsidR="000E0DC9" w:rsidRPr="006F0228" w:rsidRDefault="000E0DC9" w:rsidP="00CF1CA7">
            <w:pPr>
              <w:pStyle w:val="table-text"/>
              <w:rPr>
                <w:lang w:val="es-ES"/>
              </w:rPr>
            </w:pPr>
            <w:r w:rsidRPr="006F0228">
              <w:rPr>
                <w:lang w:val="es-ES"/>
              </w:rPr>
              <w:t>Puesto</w:t>
            </w:r>
          </w:p>
        </w:tc>
        <w:tc>
          <w:tcPr>
            <w:tcW w:w="1971" w:type="pct"/>
          </w:tcPr>
          <w:p w14:paraId="28C00E02" w14:textId="3257DD59" w:rsidR="000E0DC9" w:rsidRPr="006F0228" w:rsidRDefault="000E0DC9" w:rsidP="00CF1CA7">
            <w:pPr>
              <w:pStyle w:val="table-text"/>
              <w:rPr>
                <w:lang w:val="es-ES"/>
              </w:rPr>
            </w:pPr>
            <w:r w:rsidRPr="006F0228">
              <w:rPr>
                <w:lang w:val="es-ES"/>
              </w:rPr>
              <w:t>Descripción</w:t>
            </w:r>
          </w:p>
        </w:tc>
        <w:tc>
          <w:tcPr>
            <w:tcW w:w="371" w:type="pct"/>
          </w:tcPr>
          <w:p w14:paraId="54375145" w14:textId="4AF9D24E" w:rsidR="000E0DC9" w:rsidRPr="006F0228" w:rsidRDefault="000E0DC9" w:rsidP="00CF1CA7">
            <w:pPr>
              <w:pStyle w:val="table-text"/>
              <w:rPr>
                <w:lang w:val="es-ES"/>
              </w:rPr>
            </w:pPr>
            <w:proofErr w:type="spellStart"/>
            <w:r>
              <w:rPr>
                <w:lang w:val="es-ES"/>
              </w:rPr>
              <w:t>Ref</w:t>
            </w:r>
            <w:proofErr w:type="spellEnd"/>
            <w:r>
              <w:rPr>
                <w:lang w:val="es-ES"/>
              </w:rPr>
              <w:t xml:space="preserve"> no.</w:t>
            </w:r>
          </w:p>
        </w:tc>
      </w:tr>
      <w:tr w:rsidR="000E0DC9" w:rsidRPr="006F0228" w14:paraId="4E263972" w14:textId="6935A10D" w:rsidTr="000E0D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tcW w:w="441" w:type="pct"/>
          </w:tcPr>
          <w:p w14:paraId="1D079FDA" w14:textId="77777777" w:rsidR="000E0DC9" w:rsidRPr="006F0228" w:rsidRDefault="000E0DC9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739" w:type="pct"/>
          </w:tcPr>
          <w:p w14:paraId="488C2A10" w14:textId="77777777" w:rsidR="000E0DC9" w:rsidRPr="006F0228" w:rsidRDefault="000E0DC9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888" w:type="pct"/>
          </w:tcPr>
          <w:p w14:paraId="443686AC" w14:textId="77777777" w:rsidR="000E0DC9" w:rsidRPr="006F0228" w:rsidRDefault="000E0DC9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591" w:type="pct"/>
          </w:tcPr>
          <w:p w14:paraId="7AD94CAC" w14:textId="77777777" w:rsidR="000E0DC9" w:rsidRPr="006F0228" w:rsidRDefault="000E0DC9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1971" w:type="pct"/>
          </w:tcPr>
          <w:p w14:paraId="7D5F5AAA" w14:textId="77777777" w:rsidR="000E0DC9" w:rsidRPr="006F0228" w:rsidRDefault="000E0DC9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371" w:type="pct"/>
          </w:tcPr>
          <w:p w14:paraId="49705985" w14:textId="3D18E0C7" w:rsidR="000E0DC9" w:rsidRPr="006F0228" w:rsidRDefault="000E0DC9" w:rsidP="00CF1CA7">
            <w:pPr>
              <w:pStyle w:val="table-text"/>
              <w:rPr>
                <w:lang w:val="es-ES"/>
              </w:rPr>
            </w:pPr>
            <w:r>
              <w:rPr>
                <w:lang w:val="es-ES"/>
              </w:rPr>
              <w:t>4…</w:t>
            </w:r>
          </w:p>
        </w:tc>
      </w:tr>
      <w:tr w:rsidR="000E0DC9" w:rsidRPr="006F0228" w14:paraId="0310920F" w14:textId="76272F6F" w:rsidTr="000E0D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3"/>
        </w:trPr>
        <w:tc>
          <w:tcPr>
            <w:tcW w:w="441" w:type="pct"/>
          </w:tcPr>
          <w:p w14:paraId="2B76B6D6" w14:textId="77777777" w:rsidR="000E0DC9" w:rsidRPr="006F0228" w:rsidRDefault="000E0DC9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739" w:type="pct"/>
          </w:tcPr>
          <w:p w14:paraId="04510337" w14:textId="77777777" w:rsidR="000E0DC9" w:rsidRPr="006F0228" w:rsidRDefault="000E0DC9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888" w:type="pct"/>
          </w:tcPr>
          <w:p w14:paraId="32F515CB" w14:textId="77777777" w:rsidR="000E0DC9" w:rsidRPr="006F0228" w:rsidRDefault="000E0DC9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591" w:type="pct"/>
          </w:tcPr>
          <w:p w14:paraId="7F51EB27" w14:textId="77777777" w:rsidR="000E0DC9" w:rsidRPr="006F0228" w:rsidRDefault="000E0DC9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1971" w:type="pct"/>
          </w:tcPr>
          <w:p w14:paraId="04B73247" w14:textId="77777777" w:rsidR="000E0DC9" w:rsidRPr="006F0228" w:rsidRDefault="000E0DC9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371" w:type="pct"/>
          </w:tcPr>
          <w:p w14:paraId="5853B9A5" w14:textId="34A5396A" w:rsidR="000E0DC9" w:rsidRPr="006F0228" w:rsidRDefault="000E0DC9" w:rsidP="00CF1CA7">
            <w:pPr>
              <w:pStyle w:val="table-text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</w:tr>
      <w:tr w:rsidR="000E0DC9" w:rsidRPr="006F0228" w14:paraId="2D02C893" w14:textId="1F05E6C1" w:rsidTr="000E0D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7"/>
        </w:trPr>
        <w:tc>
          <w:tcPr>
            <w:tcW w:w="441" w:type="pct"/>
          </w:tcPr>
          <w:p w14:paraId="2DBFE8C5" w14:textId="77777777" w:rsidR="000E0DC9" w:rsidRPr="006F0228" w:rsidRDefault="000E0DC9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739" w:type="pct"/>
          </w:tcPr>
          <w:p w14:paraId="3651A490" w14:textId="77777777" w:rsidR="000E0DC9" w:rsidRPr="006F0228" w:rsidRDefault="000E0DC9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888" w:type="pct"/>
          </w:tcPr>
          <w:p w14:paraId="7522EE5E" w14:textId="77777777" w:rsidR="000E0DC9" w:rsidRPr="006F0228" w:rsidRDefault="000E0DC9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591" w:type="pct"/>
          </w:tcPr>
          <w:p w14:paraId="581F85FB" w14:textId="77777777" w:rsidR="000E0DC9" w:rsidRPr="006F0228" w:rsidRDefault="000E0DC9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1971" w:type="pct"/>
          </w:tcPr>
          <w:p w14:paraId="4C63D582" w14:textId="77777777" w:rsidR="000E0DC9" w:rsidRPr="006F0228" w:rsidRDefault="000E0DC9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371" w:type="pct"/>
          </w:tcPr>
          <w:p w14:paraId="40723E99" w14:textId="06F65EF3" w:rsidR="000E0DC9" w:rsidRPr="006F0228" w:rsidRDefault="000E0DC9" w:rsidP="00CF1CA7">
            <w:pPr>
              <w:pStyle w:val="table-text"/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</w:tr>
      <w:tr w:rsidR="000E0DC9" w:rsidRPr="006F0228" w14:paraId="28DF060F" w14:textId="79D84E2B" w:rsidTr="000E0D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7"/>
        </w:trPr>
        <w:tc>
          <w:tcPr>
            <w:tcW w:w="441" w:type="pct"/>
          </w:tcPr>
          <w:p w14:paraId="5ED57BE7" w14:textId="77777777" w:rsidR="000E0DC9" w:rsidRPr="006F0228" w:rsidRDefault="000E0DC9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739" w:type="pct"/>
          </w:tcPr>
          <w:p w14:paraId="3EFF3837" w14:textId="77777777" w:rsidR="000E0DC9" w:rsidRPr="006F0228" w:rsidRDefault="000E0DC9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888" w:type="pct"/>
          </w:tcPr>
          <w:p w14:paraId="601C7404" w14:textId="77777777" w:rsidR="000E0DC9" w:rsidRPr="006F0228" w:rsidRDefault="000E0DC9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591" w:type="pct"/>
          </w:tcPr>
          <w:p w14:paraId="3E9B95B8" w14:textId="77777777" w:rsidR="000E0DC9" w:rsidRPr="006F0228" w:rsidRDefault="000E0DC9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1971" w:type="pct"/>
          </w:tcPr>
          <w:p w14:paraId="71CB8CA2" w14:textId="77777777" w:rsidR="000E0DC9" w:rsidRPr="006F0228" w:rsidRDefault="000E0DC9" w:rsidP="00CF1CA7">
            <w:pPr>
              <w:pStyle w:val="table-text"/>
              <w:rPr>
                <w:lang w:val="es-ES"/>
              </w:rPr>
            </w:pPr>
          </w:p>
        </w:tc>
        <w:tc>
          <w:tcPr>
            <w:tcW w:w="371" w:type="pct"/>
          </w:tcPr>
          <w:p w14:paraId="7A3BB89C" w14:textId="205F66C5" w:rsidR="000E0DC9" w:rsidRPr="006F0228" w:rsidRDefault="000E0DC9" w:rsidP="000E0DC9">
            <w:pPr>
              <w:pStyle w:val="table-text"/>
              <w:ind w:firstLine="18"/>
              <w:rPr>
                <w:lang w:val="es-ES"/>
              </w:rPr>
            </w:pPr>
            <w:r>
              <w:rPr>
                <w:lang w:val="es-ES"/>
              </w:rPr>
              <w:t>1</w:t>
            </w:r>
          </w:p>
        </w:tc>
      </w:tr>
    </w:tbl>
    <w:p w14:paraId="0EF833CF" w14:textId="77777777" w:rsidR="004954F5" w:rsidRPr="006F0228" w:rsidRDefault="004954F5" w:rsidP="005F5B41">
      <w:pPr>
        <w:spacing w:line="240" w:lineRule="atLeast"/>
        <w:rPr>
          <w:rFonts w:cs="Arial"/>
          <w:sz w:val="22"/>
          <w:lang w:val="es-ES"/>
        </w:rPr>
      </w:pPr>
    </w:p>
    <w:p w14:paraId="62E8552D" w14:textId="2EF7E88E" w:rsidR="007872AD" w:rsidRPr="006F0228" w:rsidRDefault="00D84B81" w:rsidP="00CF1CA7">
      <w:pPr>
        <w:pStyle w:val="list-number-color"/>
        <w:rPr>
          <w:lang w:val="es-ES"/>
        </w:rPr>
      </w:pPr>
      <w:r w:rsidRPr="006F0228">
        <w:rPr>
          <w:lang w:val="es-ES"/>
        </w:rPr>
        <w:t>Otra información relevante</w:t>
      </w:r>
      <w:r w:rsidR="004954F5" w:rsidRPr="006F0228">
        <w:rPr>
          <w:lang w:val="es-ES"/>
        </w:rPr>
        <w:t xml:space="preserve"> (</w:t>
      </w:r>
      <w:r w:rsidR="00302F63" w:rsidRPr="006F0228">
        <w:rPr>
          <w:lang w:val="es-ES"/>
        </w:rPr>
        <w:t>p.ej. publicaciones</w:t>
      </w:r>
      <w:r w:rsidR="004954F5" w:rsidRPr="006F0228">
        <w:rPr>
          <w:lang w:val="es-ES"/>
        </w:rPr>
        <w:t>)</w:t>
      </w:r>
      <w:r w:rsidR="00683110" w:rsidRPr="006F02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A4B6EA" wp14:editId="570A22EC">
                <wp:simplePos x="0" y="0"/>
                <wp:positionH relativeFrom="column">
                  <wp:posOffset>-1260475</wp:posOffset>
                </wp:positionH>
                <wp:positionV relativeFrom="paragraph">
                  <wp:posOffset>-628015</wp:posOffset>
                </wp:positionV>
                <wp:extent cx="0" cy="0"/>
                <wp:effectExtent l="0" t="0" r="0" b="0"/>
                <wp:wrapNone/>
                <wp:docPr id="1" name="Carma DocSys~ds-blanco-201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90C5B3" w14:textId="77777777" w:rsidR="00683110" w:rsidRDefault="00683110"/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A4B6EA" id="_x0000_t202" coordsize="21600,21600" o:spt="202" path="m,l,21600r21600,l21600,xe">
                <v:stroke joinstyle="miter"/>
                <v:path gradientshapeok="t" o:connecttype="rect"/>
              </v:shapetype>
              <v:shape id="Carma DocSys~ds-blanco-2016" o:spid="_x0000_s1026" type="#_x0000_t202" style="position:absolute;left:0;text-align:left;margin-left:-99.25pt;margin-top:-49.45pt;width:0;height:0;z-index:251659264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" filled="f" strokeweight=".5pt">
                <v:textbox style="layout-flow:vertical;mso-layout-flow-alt:bottom-to-top">
                  <w:txbxContent>
                    <w:p w14:paraId="1990C5B3" w14:textId="77777777" w:rsidR="00683110" w:rsidRDefault="00683110"/>
                  </w:txbxContent>
                </v:textbox>
              </v:shape>
            </w:pict>
          </mc:Fallback>
        </mc:AlternateContent>
      </w:r>
      <w:r w:rsidR="004954F5" w:rsidRPr="006F0228">
        <w:rPr>
          <w:lang w:val="es-ES"/>
        </w:rPr>
        <w:t>:</w:t>
      </w:r>
    </w:p>
    <w:p w14:paraId="06189C68" w14:textId="77777777" w:rsidR="00F237E7" w:rsidRPr="006F0228" w:rsidRDefault="00F237E7" w:rsidP="005F5B41">
      <w:pPr>
        <w:pStyle w:val="DefaultText"/>
        <w:spacing w:line="240" w:lineRule="atLeast"/>
        <w:rPr>
          <w:rFonts w:cs="Arial"/>
          <w:sz w:val="16"/>
          <w:lang w:val="es-ES"/>
        </w:rPr>
      </w:pPr>
    </w:p>
    <w:sectPr w:rsidR="00F237E7" w:rsidRPr="006F0228" w:rsidSect="004954F5">
      <w:headerReference w:type="default" r:id="rId14"/>
      <w:footerReference w:type="default" r:id="rId15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D6DF8" w14:textId="77777777" w:rsidR="004954F5" w:rsidRPr="00256CE8" w:rsidRDefault="004954F5" w:rsidP="00C93367">
      <w:pPr>
        <w:spacing w:line="240" w:lineRule="auto"/>
      </w:pPr>
      <w:r w:rsidRPr="00256CE8">
        <w:separator/>
      </w:r>
    </w:p>
  </w:endnote>
  <w:endnote w:type="continuationSeparator" w:id="0">
    <w:p w14:paraId="264D6110" w14:textId="77777777" w:rsidR="004954F5" w:rsidRPr="00256CE8" w:rsidRDefault="004954F5" w:rsidP="00C93367">
      <w:pPr>
        <w:spacing w:line="240" w:lineRule="auto"/>
      </w:pPr>
      <w:r w:rsidRPr="00256CE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3FA0B" w14:textId="77777777" w:rsidR="00215761" w:rsidRDefault="002157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946F1" w14:textId="6F682112" w:rsidR="004954F5" w:rsidRDefault="004954F5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215761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DB6DC" w14:textId="77777777" w:rsidR="004954F5" w:rsidRPr="002E17A2" w:rsidRDefault="004954F5" w:rsidP="006E1420">
    <w:pPr>
      <w:pStyle w:val="Footer"/>
      <w:tabs>
        <w:tab w:val="center" w:pos="4111"/>
      </w:tabs>
      <w:rPr>
        <w:rFonts w:ascii="Times New Roman" w:hAnsi="Times New Roman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895DB" w14:textId="77777777" w:rsidR="00804334" w:rsidRPr="00256CE8" w:rsidRDefault="00804334" w:rsidP="00C933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A7B8A" w14:textId="77777777" w:rsidR="004954F5" w:rsidRPr="00256CE8" w:rsidRDefault="004954F5" w:rsidP="00C93367">
      <w:pPr>
        <w:spacing w:line="240" w:lineRule="auto"/>
      </w:pPr>
      <w:r w:rsidRPr="00256CE8">
        <w:separator/>
      </w:r>
    </w:p>
  </w:footnote>
  <w:footnote w:type="continuationSeparator" w:id="0">
    <w:p w14:paraId="51EE1B58" w14:textId="77777777" w:rsidR="004954F5" w:rsidRPr="00256CE8" w:rsidRDefault="004954F5" w:rsidP="00C93367">
      <w:pPr>
        <w:spacing w:line="240" w:lineRule="auto"/>
      </w:pPr>
      <w:r w:rsidRPr="00256CE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8FB24" w14:textId="77777777" w:rsidR="00215761" w:rsidRDefault="002157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E9D51" w14:textId="77777777" w:rsidR="004954F5" w:rsidRDefault="004954F5">
    <w:pPr>
      <w:pStyle w:val="Header"/>
      <w:jc w:val="center"/>
      <w:rPr>
        <w:b/>
        <w:sz w:val="20"/>
      </w:rPr>
    </w:pPr>
    <w:r>
      <w:rPr>
        <w:b/>
        <w:sz w:val="20"/>
      </w:rPr>
      <w:t>Curriculum vitae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5165" w14:textId="77777777" w:rsidR="00215761" w:rsidRDefault="0021576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7BB50" w14:textId="77777777" w:rsidR="00804334" w:rsidRPr="00256CE8" w:rsidRDefault="00804334">
    <w:pPr>
      <w:pStyle w:val="Header"/>
    </w:pPr>
    <w:r w:rsidRPr="00F33FD7">
      <w:rPr>
        <w:noProof/>
      </w:rPr>
      <w:drawing>
        <wp:anchor distT="0" distB="0" distL="114300" distR="114300" simplePos="0" relativeHeight="251663360" behindDoc="0" locked="1" layoutInCell="1" allowOverlap="1" wp14:anchorId="727B0ECD" wp14:editId="75F3D14B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2019600" cy="7304400"/>
          <wp:effectExtent l="0" t="0" r="0" b="0"/>
          <wp:wrapNone/>
          <wp:docPr id="11" name="draft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AF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9600" cy="730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164E8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CDC37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5BC1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15018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0CDB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285E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2AC0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75274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F891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8789B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603ED"/>
    <w:multiLevelType w:val="multilevel"/>
    <w:tmpl w:val="1034F496"/>
    <w:name w:val="list-number-color222"/>
    <w:lvl w:ilvl="0">
      <w:start w:val="1"/>
      <w:numFmt w:val="decimal"/>
      <w:lvlText w:val="%1."/>
      <w:lvlJc w:val="left"/>
      <w:pPr>
        <w:ind w:left="284" w:hanging="284"/>
      </w:pPr>
      <w:rPr>
        <w:rFonts w:ascii="Arial" w:hAnsi="Arial" w:hint="default"/>
        <w:b w:val="0"/>
        <w:i w:val="0"/>
        <w:color w:val="006DB6"/>
        <w:sz w:val="18"/>
      </w:rPr>
    </w:lvl>
    <w:lvl w:ilvl="1">
      <w:start w:val="1"/>
      <w:numFmt w:val="lowerLetter"/>
      <w:lvlText w:val="%2."/>
      <w:lvlJc w:val="left"/>
      <w:pPr>
        <w:ind w:left="568" w:hanging="284"/>
      </w:pPr>
      <w:rPr>
        <w:rFonts w:ascii="Arial" w:hAnsi="Arial" w:hint="default"/>
        <w:b w:val="0"/>
        <w:i w:val="0"/>
        <w:color w:val="006DB6"/>
        <w:sz w:val="18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006DB6"/>
      </w:rPr>
    </w:lvl>
    <w:lvl w:ilvl="3">
      <w:start w:val="1"/>
      <w:numFmt w:val="bullet"/>
      <w:lvlText w:val="-"/>
      <w:lvlJc w:val="left"/>
      <w:pPr>
        <w:ind w:left="1136" w:hanging="284"/>
      </w:pPr>
      <w:rPr>
        <w:rFonts w:ascii="Arial" w:hAnsi="Arial" w:hint="default"/>
        <w:color w:val="006DB6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006DB6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Arial" w:hAnsi="Arial" w:hint="default"/>
        <w:color w:val="006DB6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006DB6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Arial" w:hAnsi="Arial" w:hint="default"/>
        <w:color w:val="006DB6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006DB6"/>
      </w:rPr>
    </w:lvl>
  </w:abstractNum>
  <w:abstractNum w:abstractNumId="11" w15:restartNumberingAfterBreak="0">
    <w:nsid w:val="09BA4A1F"/>
    <w:multiLevelType w:val="multilevel"/>
    <w:tmpl w:val="BCB60292"/>
    <w:styleLink w:val="list-heading-blue"/>
    <w:lvl w:ilvl="0">
      <w:start w:val="1"/>
      <w:numFmt w:val="decimal"/>
      <w:lvlText w:val="%1"/>
      <w:lvlJc w:val="left"/>
      <w:pPr>
        <w:tabs>
          <w:tab w:val="num" w:pos="0"/>
        </w:tabs>
        <w:ind w:left="0" w:hanging="567"/>
      </w:pPr>
      <w:rPr>
        <w:rFonts w:hint="default"/>
        <w:color w:val="006DB6"/>
        <w:sz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567"/>
      </w:pPr>
      <w:rPr>
        <w:rFonts w:hint="default"/>
        <w:color w:val="006DB6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567"/>
      </w:pPr>
      <w:rPr>
        <w:rFonts w:hint="default"/>
        <w:color w:val="006DB6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00000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00000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000000"/>
      </w:rPr>
    </w:lvl>
  </w:abstractNum>
  <w:abstractNum w:abstractNumId="12" w15:restartNumberingAfterBreak="0">
    <w:nsid w:val="0BE04B22"/>
    <w:multiLevelType w:val="multilevel"/>
    <w:tmpl w:val="0413001D"/>
    <w:name w:val="list-number-color-tabl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DBB7C0E"/>
    <w:multiLevelType w:val="multilevel"/>
    <w:tmpl w:val="3DB48B94"/>
    <w:name w:val="list-number-color-table2"/>
    <w:lvl w:ilvl="0">
      <w:start w:val="1"/>
      <w:numFmt w:val="decimal"/>
      <w:lvlRestart w:val="0"/>
      <w:pStyle w:val="list-number-color-table"/>
      <w:lvlText w:val="%1."/>
      <w:lvlJc w:val="left"/>
      <w:pPr>
        <w:ind w:left="284" w:hanging="284"/>
      </w:pPr>
      <w:rPr>
        <w:rFonts w:ascii="Arial" w:hAnsi="Arial" w:cs="Arial"/>
        <w:b w:val="0"/>
        <w:i w:val="0"/>
        <w:color w:val="006DB6"/>
        <w:sz w:val="16"/>
      </w:rPr>
    </w:lvl>
    <w:lvl w:ilvl="1">
      <w:start w:val="1"/>
      <w:numFmt w:val="lowerLetter"/>
      <w:lvlText w:val="%2."/>
      <w:lvlJc w:val="left"/>
      <w:pPr>
        <w:ind w:left="568" w:hanging="284"/>
      </w:pPr>
      <w:rPr>
        <w:rFonts w:ascii="Arial" w:hAnsi="Arial" w:cs="Arial"/>
        <w:b w:val="0"/>
        <w:i w:val="0"/>
        <w:color w:val="006DB6"/>
        <w:sz w:val="16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006DB6"/>
        <w:sz w:val="16"/>
      </w:rPr>
    </w:lvl>
    <w:lvl w:ilvl="3">
      <w:start w:val="1"/>
      <w:numFmt w:val="bullet"/>
      <w:lvlText w:val="-"/>
      <w:lvlJc w:val="left"/>
      <w:pPr>
        <w:ind w:left="1136" w:hanging="284"/>
      </w:pPr>
      <w:rPr>
        <w:rFonts w:ascii="Arial" w:hAnsi="Arial" w:cs="Arial"/>
        <w:color w:val="006DB6"/>
        <w:sz w:val="16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006DB6"/>
        <w:sz w:val="16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Arial" w:hAnsi="Arial" w:cs="Arial"/>
        <w:color w:val="006DB6"/>
        <w:sz w:val="16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006DB6"/>
        <w:sz w:val="16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Arial" w:hAnsi="Arial" w:cs="Arial"/>
        <w:color w:val="006DB6"/>
        <w:sz w:val="16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006DB6"/>
        <w:sz w:val="16"/>
      </w:rPr>
    </w:lvl>
  </w:abstractNum>
  <w:abstractNum w:abstractNumId="14" w15:restartNumberingAfterBreak="0">
    <w:nsid w:val="11B74CD4"/>
    <w:multiLevelType w:val="multilevel"/>
    <w:tmpl w:val="77C2D922"/>
    <w:name w:val="list-bullet-black-table2"/>
    <w:lvl w:ilvl="0">
      <w:start w:val="1"/>
      <w:numFmt w:val="bullet"/>
      <w:lvlRestart w:val="0"/>
      <w:pStyle w:val="list-bullet-black-table"/>
      <w:lvlText w:val=""/>
      <w:lvlJc w:val="left"/>
      <w:pPr>
        <w:ind w:left="284" w:hanging="284"/>
      </w:pPr>
      <w:rPr>
        <w:rFonts w:ascii="Symbol" w:hAnsi="Symbol" w:hint="default"/>
        <w:color w:val="000000" w:themeColor="text1"/>
        <w:sz w:val="16"/>
      </w:rPr>
    </w:lvl>
    <w:lvl w:ilvl="1">
      <w:start w:val="1"/>
      <w:numFmt w:val="bullet"/>
      <w:lvlText w:val="-"/>
      <w:lvlJc w:val="left"/>
      <w:pPr>
        <w:ind w:left="568" w:hanging="284"/>
      </w:pPr>
      <w:rPr>
        <w:rFonts w:ascii="Arial" w:hAnsi="Arial" w:cs="Arial"/>
        <w:color w:val="000000" w:themeColor="text1"/>
        <w:sz w:val="16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000000" w:themeColor="text1"/>
        <w:sz w:val="16"/>
      </w:rPr>
    </w:lvl>
    <w:lvl w:ilvl="3">
      <w:start w:val="1"/>
      <w:numFmt w:val="bullet"/>
      <w:lvlText w:val="-"/>
      <w:lvlJc w:val="left"/>
      <w:pPr>
        <w:ind w:left="1136" w:hanging="284"/>
      </w:pPr>
      <w:rPr>
        <w:rFonts w:ascii="Arial" w:hAnsi="Arial" w:cs="Arial"/>
        <w:color w:val="000000" w:themeColor="text1"/>
        <w:sz w:val="16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000000" w:themeColor="text1"/>
        <w:sz w:val="16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Arial" w:hAnsi="Arial" w:cs="Arial"/>
        <w:color w:val="000000" w:themeColor="text1"/>
        <w:sz w:val="16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000000" w:themeColor="text1"/>
        <w:sz w:val="16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Arial" w:hAnsi="Arial" w:cs="Arial"/>
        <w:color w:val="000000" w:themeColor="text1"/>
        <w:sz w:val="16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000000" w:themeColor="text1"/>
        <w:sz w:val="16"/>
      </w:rPr>
    </w:lvl>
  </w:abstractNum>
  <w:abstractNum w:abstractNumId="15" w15:restartNumberingAfterBreak="0">
    <w:nsid w:val="294A3971"/>
    <w:multiLevelType w:val="multilevel"/>
    <w:tmpl w:val="DB9C7134"/>
    <w:name w:val="list-number-color22222"/>
    <w:lvl w:ilvl="0">
      <w:start w:val="1"/>
      <w:numFmt w:val="decimal"/>
      <w:pStyle w:val="list-number-color"/>
      <w:lvlText w:val="%1."/>
      <w:lvlJc w:val="left"/>
      <w:pPr>
        <w:ind w:left="284" w:hanging="284"/>
      </w:pPr>
      <w:rPr>
        <w:rFonts w:ascii="Arial" w:hAnsi="Arial" w:hint="default"/>
        <w:b w:val="0"/>
        <w:i w:val="0"/>
        <w:color w:val="006DB6"/>
        <w:sz w:val="18"/>
      </w:rPr>
    </w:lvl>
    <w:lvl w:ilvl="1">
      <w:start w:val="1"/>
      <w:numFmt w:val="lowerLetter"/>
      <w:lvlText w:val="%2."/>
      <w:lvlJc w:val="left"/>
      <w:pPr>
        <w:ind w:left="568" w:hanging="284"/>
      </w:pPr>
      <w:rPr>
        <w:rFonts w:ascii="Arial" w:hAnsi="Arial" w:hint="default"/>
        <w:b w:val="0"/>
        <w:i w:val="0"/>
        <w:color w:val="006DB6"/>
        <w:sz w:val="18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006DB6"/>
      </w:rPr>
    </w:lvl>
    <w:lvl w:ilvl="3">
      <w:start w:val="1"/>
      <w:numFmt w:val="bullet"/>
      <w:lvlText w:val="-"/>
      <w:lvlJc w:val="left"/>
      <w:pPr>
        <w:ind w:left="1136" w:hanging="284"/>
      </w:pPr>
      <w:rPr>
        <w:rFonts w:ascii="Arial" w:hAnsi="Arial" w:hint="default"/>
        <w:color w:val="006DB6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006DB6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Arial" w:hAnsi="Arial" w:hint="default"/>
        <w:color w:val="006DB6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006DB6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Arial" w:hAnsi="Arial" w:hint="default"/>
        <w:color w:val="006DB6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006DB6"/>
      </w:rPr>
    </w:lvl>
  </w:abstractNum>
  <w:abstractNum w:abstractNumId="16" w15:restartNumberingAfterBreak="0">
    <w:nsid w:val="29BF2D99"/>
    <w:multiLevelType w:val="multilevel"/>
    <w:tmpl w:val="0413001D"/>
    <w:name w:val="list-bullet-color-tabl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BEB0557"/>
    <w:multiLevelType w:val="multilevel"/>
    <w:tmpl w:val="1F50A540"/>
    <w:lvl w:ilvl="0">
      <w:start w:val="1"/>
      <w:numFmt w:val="decimal"/>
      <w:pStyle w:val="Heading1"/>
      <w:lvlText w:val="%1"/>
      <w:lvlJc w:val="left"/>
      <w:pPr>
        <w:tabs>
          <w:tab w:val="num" w:pos="538"/>
        </w:tabs>
        <w:ind w:left="567" w:hanging="567"/>
      </w:pPr>
      <w:rPr>
        <w:rFonts w:hint="default"/>
        <w:color w:val="006DB6"/>
        <w:sz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53"/>
        </w:tabs>
        <w:ind w:left="576" w:hanging="576"/>
      </w:pPr>
      <w:rPr>
        <w:rFonts w:hint="default"/>
        <w:color w:val="006DB6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  <w:color w:val="006DB6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color w:val="000000"/>
      </w:rPr>
    </w:lvl>
  </w:abstractNum>
  <w:abstractNum w:abstractNumId="18" w15:restartNumberingAfterBreak="0">
    <w:nsid w:val="3A481FCC"/>
    <w:multiLevelType w:val="multilevel"/>
    <w:tmpl w:val="0890F190"/>
    <w:lvl w:ilvl="0">
      <w:start w:val="1"/>
      <w:numFmt w:val="decimal"/>
      <w:lvlText w:val="%1"/>
      <w:lvlJc w:val="left"/>
      <w:pPr>
        <w:tabs>
          <w:tab w:val="num" w:pos="-567"/>
        </w:tabs>
        <w:ind w:left="-567" w:hanging="567"/>
      </w:pPr>
      <w:rPr>
        <w:rFonts w:hint="default"/>
        <w:color w:val="006DB6"/>
        <w:sz w:val="28"/>
      </w:rPr>
    </w:lvl>
    <w:lvl w:ilvl="1">
      <w:start w:val="1"/>
      <w:numFmt w:val="decimal"/>
      <w:lvlText w:val="%1.%2"/>
      <w:lvlJc w:val="left"/>
      <w:pPr>
        <w:tabs>
          <w:tab w:val="num" w:pos="-567"/>
        </w:tabs>
        <w:ind w:left="-567" w:hanging="567"/>
      </w:pPr>
      <w:rPr>
        <w:rFonts w:hint="default"/>
        <w:color w:val="006DB6"/>
        <w:sz w:val="22"/>
      </w:rPr>
    </w:lvl>
    <w:lvl w:ilvl="2">
      <w:start w:val="1"/>
      <w:numFmt w:val="decimal"/>
      <w:lvlText w:val="%1.%2.%3"/>
      <w:lvlJc w:val="left"/>
      <w:pPr>
        <w:tabs>
          <w:tab w:val="num" w:pos="-567"/>
        </w:tabs>
        <w:ind w:left="-567" w:hanging="567"/>
      </w:pPr>
      <w:rPr>
        <w:rFonts w:hint="default"/>
        <w:color w:val="006DB6"/>
      </w:rPr>
    </w:lvl>
    <w:lvl w:ilvl="3">
      <w:start w:val="1"/>
      <w:numFmt w:val="none"/>
      <w:lvlText w:val=""/>
      <w:lvlJc w:val="left"/>
      <w:pPr>
        <w:tabs>
          <w:tab w:val="num" w:pos="-567"/>
        </w:tabs>
        <w:ind w:left="-567" w:firstLine="0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-567"/>
        </w:tabs>
        <w:ind w:left="-567" w:firstLine="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tabs>
          <w:tab w:val="num" w:pos="-567"/>
        </w:tabs>
        <w:ind w:left="-567" w:firstLine="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tabs>
          <w:tab w:val="num" w:pos="-567"/>
        </w:tabs>
        <w:ind w:left="-567" w:firstLine="0"/>
      </w:pPr>
      <w:rPr>
        <w:rFonts w:hint="default"/>
        <w:color w:val="000000"/>
      </w:rPr>
    </w:lvl>
    <w:lvl w:ilvl="7">
      <w:start w:val="1"/>
      <w:numFmt w:val="none"/>
      <w:lvlText w:val=""/>
      <w:lvlJc w:val="left"/>
      <w:pPr>
        <w:tabs>
          <w:tab w:val="num" w:pos="-567"/>
        </w:tabs>
        <w:ind w:left="-567" w:firstLine="0"/>
      </w:pPr>
      <w:rPr>
        <w:rFonts w:hint="default"/>
        <w:color w:val="000000"/>
      </w:rPr>
    </w:lvl>
    <w:lvl w:ilvl="8">
      <w:start w:val="1"/>
      <w:numFmt w:val="none"/>
      <w:lvlText w:val=""/>
      <w:lvlJc w:val="left"/>
      <w:pPr>
        <w:tabs>
          <w:tab w:val="num" w:pos="-567"/>
        </w:tabs>
        <w:ind w:left="-567" w:firstLine="0"/>
      </w:pPr>
      <w:rPr>
        <w:rFonts w:hint="default"/>
        <w:color w:val="000000"/>
      </w:rPr>
    </w:lvl>
  </w:abstractNum>
  <w:abstractNum w:abstractNumId="19" w15:restartNumberingAfterBreak="0">
    <w:nsid w:val="3B08623D"/>
    <w:multiLevelType w:val="multilevel"/>
    <w:tmpl w:val="989AE360"/>
    <w:name w:val="list-number-color"/>
    <w:lvl w:ilvl="0">
      <w:start w:val="1"/>
      <w:numFmt w:val="decimal"/>
      <w:lvlText w:val="%1."/>
      <w:lvlJc w:val="left"/>
      <w:pPr>
        <w:ind w:left="284" w:hanging="284"/>
      </w:pPr>
      <w:rPr>
        <w:rFonts w:ascii="Arial" w:hAnsi="Arial" w:hint="default"/>
        <w:b w:val="0"/>
        <w:i w:val="0"/>
        <w:color w:val="006DB6"/>
        <w:sz w:val="18"/>
      </w:rPr>
    </w:lvl>
    <w:lvl w:ilvl="1">
      <w:start w:val="1"/>
      <w:numFmt w:val="lowerLetter"/>
      <w:lvlText w:val="%2."/>
      <w:lvlJc w:val="left"/>
      <w:pPr>
        <w:ind w:left="568" w:hanging="284"/>
      </w:pPr>
      <w:rPr>
        <w:rFonts w:ascii="Arial" w:hAnsi="Arial" w:hint="default"/>
        <w:b w:val="0"/>
        <w:i w:val="0"/>
        <w:color w:val="006DB6"/>
        <w:sz w:val="18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006DB6"/>
      </w:rPr>
    </w:lvl>
    <w:lvl w:ilvl="3">
      <w:start w:val="1"/>
      <w:numFmt w:val="bullet"/>
      <w:lvlText w:val="-"/>
      <w:lvlJc w:val="left"/>
      <w:pPr>
        <w:ind w:left="1136" w:hanging="284"/>
      </w:pPr>
      <w:rPr>
        <w:rFonts w:ascii="Arial" w:hAnsi="Arial" w:hint="default"/>
        <w:color w:val="006DB6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006DB6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Arial" w:hAnsi="Arial" w:hint="default"/>
        <w:color w:val="006DB6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006DB6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Arial" w:hAnsi="Arial" w:hint="default"/>
        <w:color w:val="006DB6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006DB6"/>
      </w:rPr>
    </w:lvl>
  </w:abstractNum>
  <w:abstractNum w:abstractNumId="20" w15:restartNumberingAfterBreak="0">
    <w:nsid w:val="3B3C3020"/>
    <w:multiLevelType w:val="multilevel"/>
    <w:tmpl w:val="E780A044"/>
    <w:name w:val="list-number-color2222"/>
    <w:lvl w:ilvl="0">
      <w:start w:val="1"/>
      <w:numFmt w:val="decimal"/>
      <w:lvlText w:val="%1."/>
      <w:lvlJc w:val="left"/>
      <w:pPr>
        <w:ind w:left="284" w:hanging="284"/>
      </w:pPr>
      <w:rPr>
        <w:rFonts w:ascii="Arial" w:hAnsi="Arial" w:hint="default"/>
        <w:b w:val="0"/>
        <w:i w:val="0"/>
        <w:color w:val="006DB6"/>
        <w:sz w:val="18"/>
      </w:rPr>
    </w:lvl>
    <w:lvl w:ilvl="1">
      <w:start w:val="1"/>
      <w:numFmt w:val="lowerLetter"/>
      <w:lvlText w:val="%2."/>
      <w:lvlJc w:val="left"/>
      <w:pPr>
        <w:ind w:left="568" w:hanging="284"/>
      </w:pPr>
      <w:rPr>
        <w:rFonts w:ascii="Arial" w:hAnsi="Arial" w:hint="default"/>
        <w:b w:val="0"/>
        <w:i w:val="0"/>
        <w:color w:val="006DB6"/>
        <w:sz w:val="18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006DB6"/>
      </w:rPr>
    </w:lvl>
    <w:lvl w:ilvl="3">
      <w:start w:val="1"/>
      <w:numFmt w:val="bullet"/>
      <w:lvlText w:val="-"/>
      <w:lvlJc w:val="left"/>
      <w:pPr>
        <w:ind w:left="1136" w:hanging="284"/>
      </w:pPr>
      <w:rPr>
        <w:rFonts w:ascii="Arial" w:hAnsi="Arial" w:hint="default"/>
        <w:color w:val="006DB6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006DB6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Arial" w:hAnsi="Arial" w:hint="default"/>
        <w:color w:val="006DB6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006DB6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Arial" w:hAnsi="Arial" w:hint="default"/>
        <w:color w:val="006DB6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006DB6"/>
      </w:rPr>
    </w:lvl>
  </w:abstractNum>
  <w:abstractNum w:abstractNumId="21" w15:restartNumberingAfterBreak="0">
    <w:nsid w:val="3D204789"/>
    <w:multiLevelType w:val="multilevel"/>
    <w:tmpl w:val="9A4AA170"/>
    <w:name w:val="list-number-black"/>
    <w:lvl w:ilvl="0">
      <w:start w:val="1"/>
      <w:numFmt w:val="decimal"/>
      <w:pStyle w:val="list-number-black"/>
      <w:lvlText w:val="%1."/>
      <w:lvlJc w:val="left"/>
      <w:pPr>
        <w:ind w:left="284" w:hanging="284"/>
      </w:pPr>
      <w:rPr>
        <w:rFonts w:ascii="Arial" w:hAnsi="Arial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568" w:hanging="284"/>
      </w:pPr>
      <w:rPr>
        <w:rFonts w:ascii="Arial" w:hAnsi="Arial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000000" w:themeColor="text1"/>
      </w:rPr>
    </w:lvl>
    <w:lvl w:ilvl="3">
      <w:start w:val="1"/>
      <w:numFmt w:val="bullet"/>
      <w:lvlText w:val="-"/>
      <w:lvlJc w:val="left"/>
      <w:pPr>
        <w:ind w:left="1136" w:hanging="284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000000" w:themeColor="text1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Arial" w:hAnsi="Arial" w:hint="default"/>
        <w:color w:val="000000" w:themeColor="text1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000000" w:themeColor="text1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Arial" w:hAnsi="Arial" w:hint="default"/>
        <w:color w:val="000000" w:themeColor="text1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000000" w:themeColor="text1"/>
      </w:rPr>
    </w:lvl>
  </w:abstractNum>
  <w:abstractNum w:abstractNumId="22" w15:restartNumberingAfterBreak="0">
    <w:nsid w:val="3EAE6B65"/>
    <w:multiLevelType w:val="multilevel"/>
    <w:tmpl w:val="038A024A"/>
    <w:name w:val="list-bullet-color-table2"/>
    <w:lvl w:ilvl="0">
      <w:start w:val="1"/>
      <w:numFmt w:val="bullet"/>
      <w:lvlRestart w:val="0"/>
      <w:pStyle w:val="list-bullet-color-table"/>
      <w:lvlText w:val=""/>
      <w:lvlJc w:val="left"/>
      <w:pPr>
        <w:ind w:left="284" w:hanging="284"/>
      </w:pPr>
      <w:rPr>
        <w:rFonts w:ascii="Symbol" w:hAnsi="Symbol" w:hint="default"/>
        <w:color w:val="006DB6"/>
        <w:sz w:val="16"/>
      </w:rPr>
    </w:lvl>
    <w:lvl w:ilvl="1">
      <w:start w:val="1"/>
      <w:numFmt w:val="bullet"/>
      <w:lvlText w:val="-"/>
      <w:lvlJc w:val="left"/>
      <w:pPr>
        <w:ind w:left="568" w:hanging="284"/>
      </w:pPr>
      <w:rPr>
        <w:rFonts w:ascii="Arial" w:hAnsi="Arial" w:cs="Arial"/>
        <w:color w:val="006DB6"/>
        <w:sz w:val="16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006DB6"/>
        <w:sz w:val="16"/>
      </w:rPr>
    </w:lvl>
    <w:lvl w:ilvl="3">
      <w:start w:val="1"/>
      <w:numFmt w:val="bullet"/>
      <w:lvlText w:val="-"/>
      <w:lvlJc w:val="left"/>
      <w:pPr>
        <w:ind w:left="1136" w:hanging="284"/>
      </w:pPr>
      <w:rPr>
        <w:rFonts w:ascii="Arial" w:hAnsi="Arial" w:cs="Arial"/>
        <w:color w:val="006DB6"/>
        <w:sz w:val="16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006DB6"/>
        <w:sz w:val="16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Arial" w:hAnsi="Arial" w:cs="Arial"/>
        <w:color w:val="006DB6"/>
        <w:sz w:val="16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006DB6"/>
        <w:sz w:val="16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Arial" w:hAnsi="Arial" w:cs="Arial"/>
        <w:color w:val="006DB6"/>
        <w:sz w:val="16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006DB6"/>
        <w:sz w:val="16"/>
      </w:rPr>
    </w:lvl>
  </w:abstractNum>
  <w:abstractNum w:abstractNumId="23" w15:restartNumberingAfterBreak="0">
    <w:nsid w:val="3FE74BE9"/>
    <w:multiLevelType w:val="multilevel"/>
    <w:tmpl w:val="BF42E0A0"/>
    <w:name w:val="list-number-black-table2"/>
    <w:lvl w:ilvl="0">
      <w:start w:val="1"/>
      <w:numFmt w:val="decimal"/>
      <w:lvlRestart w:val="0"/>
      <w:pStyle w:val="list-number-black-table"/>
      <w:lvlText w:val="%1."/>
      <w:lvlJc w:val="left"/>
      <w:pPr>
        <w:ind w:left="284" w:hanging="284"/>
      </w:pPr>
      <w:rPr>
        <w:rFonts w:ascii="Arial" w:hAnsi="Arial" w:cs="Arial"/>
        <w:b w:val="0"/>
        <w:i w:val="0"/>
        <w:sz w:val="16"/>
      </w:rPr>
    </w:lvl>
    <w:lvl w:ilvl="1">
      <w:start w:val="1"/>
      <w:numFmt w:val="lowerLetter"/>
      <w:lvlText w:val="%2."/>
      <w:lvlJc w:val="left"/>
      <w:pPr>
        <w:ind w:left="568" w:hanging="284"/>
      </w:pPr>
      <w:rPr>
        <w:rFonts w:ascii="Arial" w:hAnsi="Arial" w:cs="Arial"/>
        <w:b w:val="0"/>
        <w:i w:val="0"/>
        <w:sz w:val="16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000000" w:themeColor="text1"/>
        <w:sz w:val="16"/>
      </w:rPr>
    </w:lvl>
    <w:lvl w:ilvl="3">
      <w:start w:val="1"/>
      <w:numFmt w:val="bullet"/>
      <w:lvlText w:val="-"/>
      <w:lvlJc w:val="left"/>
      <w:pPr>
        <w:ind w:left="1136" w:hanging="284"/>
      </w:pPr>
      <w:rPr>
        <w:rFonts w:ascii="Arial" w:hAnsi="Arial" w:cs="Arial"/>
        <w:color w:val="000000" w:themeColor="text1"/>
        <w:sz w:val="16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000000" w:themeColor="text1"/>
        <w:sz w:val="16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Arial" w:hAnsi="Arial" w:cs="Arial"/>
        <w:color w:val="000000" w:themeColor="text1"/>
        <w:sz w:val="16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000000" w:themeColor="text1"/>
        <w:sz w:val="16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Arial" w:hAnsi="Arial" w:cs="Arial"/>
        <w:color w:val="000000" w:themeColor="text1"/>
        <w:sz w:val="16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000000" w:themeColor="text1"/>
        <w:sz w:val="16"/>
      </w:rPr>
    </w:lvl>
  </w:abstractNum>
  <w:abstractNum w:abstractNumId="24" w15:restartNumberingAfterBreak="0">
    <w:nsid w:val="4939664E"/>
    <w:multiLevelType w:val="multilevel"/>
    <w:tmpl w:val="0413001D"/>
    <w:name w:val="list-number-black-tabl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085566D"/>
    <w:multiLevelType w:val="multilevel"/>
    <w:tmpl w:val="0874B668"/>
    <w:name w:val="list-bullet-black"/>
    <w:lvl w:ilvl="0">
      <w:start w:val="1"/>
      <w:numFmt w:val="bullet"/>
      <w:pStyle w:val="list-bullet-black"/>
      <w:lvlText w:val=""/>
      <w:lvlJc w:val="left"/>
      <w:pPr>
        <w:ind w:left="284" w:hanging="284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-"/>
      <w:lvlJc w:val="left"/>
      <w:pPr>
        <w:ind w:left="568" w:hanging="284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000000" w:themeColor="text1"/>
      </w:rPr>
    </w:lvl>
    <w:lvl w:ilvl="3">
      <w:start w:val="1"/>
      <w:numFmt w:val="bullet"/>
      <w:lvlText w:val="-"/>
      <w:lvlJc w:val="left"/>
      <w:pPr>
        <w:ind w:left="1136" w:hanging="284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000000" w:themeColor="text1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Arial" w:hAnsi="Arial" w:hint="default"/>
        <w:color w:val="000000" w:themeColor="text1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000000" w:themeColor="text1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Arial" w:hAnsi="Arial" w:hint="default"/>
        <w:color w:val="000000" w:themeColor="text1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000000" w:themeColor="text1"/>
      </w:rPr>
    </w:lvl>
  </w:abstractNum>
  <w:abstractNum w:abstractNumId="26" w15:restartNumberingAfterBreak="0">
    <w:nsid w:val="5A3B5C69"/>
    <w:multiLevelType w:val="multilevel"/>
    <w:tmpl w:val="0413001D"/>
    <w:name w:val="list-bullet-black-tabl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5140940"/>
    <w:multiLevelType w:val="multilevel"/>
    <w:tmpl w:val="9E28D6A8"/>
    <w:name w:val="list-number-color22"/>
    <w:lvl w:ilvl="0">
      <w:start w:val="1"/>
      <w:numFmt w:val="decimal"/>
      <w:lvlText w:val="%1."/>
      <w:lvlJc w:val="left"/>
      <w:pPr>
        <w:ind w:left="284" w:hanging="284"/>
      </w:pPr>
      <w:rPr>
        <w:rFonts w:ascii="Arial" w:hAnsi="Arial" w:hint="default"/>
        <w:b w:val="0"/>
        <w:i w:val="0"/>
        <w:color w:val="006DB6"/>
        <w:sz w:val="18"/>
      </w:rPr>
    </w:lvl>
    <w:lvl w:ilvl="1">
      <w:start w:val="1"/>
      <w:numFmt w:val="lowerLetter"/>
      <w:lvlText w:val="%2."/>
      <w:lvlJc w:val="left"/>
      <w:pPr>
        <w:ind w:left="568" w:hanging="284"/>
      </w:pPr>
      <w:rPr>
        <w:rFonts w:ascii="Arial" w:hAnsi="Arial" w:hint="default"/>
        <w:b w:val="0"/>
        <w:i w:val="0"/>
        <w:color w:val="006DB6"/>
        <w:sz w:val="18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006DB6"/>
      </w:rPr>
    </w:lvl>
    <w:lvl w:ilvl="3">
      <w:start w:val="1"/>
      <w:numFmt w:val="bullet"/>
      <w:lvlText w:val="-"/>
      <w:lvlJc w:val="left"/>
      <w:pPr>
        <w:ind w:left="1136" w:hanging="284"/>
      </w:pPr>
      <w:rPr>
        <w:rFonts w:ascii="Arial" w:hAnsi="Arial" w:hint="default"/>
        <w:color w:val="006DB6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006DB6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Arial" w:hAnsi="Arial" w:hint="default"/>
        <w:color w:val="006DB6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006DB6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Arial" w:hAnsi="Arial" w:hint="default"/>
        <w:color w:val="006DB6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006DB6"/>
      </w:rPr>
    </w:lvl>
  </w:abstractNum>
  <w:abstractNum w:abstractNumId="28" w15:restartNumberingAfterBreak="0">
    <w:nsid w:val="6C0A7A80"/>
    <w:multiLevelType w:val="multilevel"/>
    <w:tmpl w:val="FC6E95FA"/>
    <w:name w:val="list-number-color2"/>
    <w:lvl w:ilvl="0">
      <w:start w:val="1"/>
      <w:numFmt w:val="decimal"/>
      <w:lvlText w:val="%1."/>
      <w:lvlJc w:val="left"/>
      <w:pPr>
        <w:ind w:left="284" w:hanging="284"/>
      </w:pPr>
      <w:rPr>
        <w:rFonts w:ascii="Arial" w:hAnsi="Arial" w:hint="default"/>
        <w:b w:val="0"/>
        <w:i w:val="0"/>
        <w:color w:val="006DB6"/>
        <w:sz w:val="18"/>
      </w:rPr>
    </w:lvl>
    <w:lvl w:ilvl="1">
      <w:start w:val="1"/>
      <w:numFmt w:val="lowerLetter"/>
      <w:lvlText w:val="%2."/>
      <w:lvlJc w:val="left"/>
      <w:pPr>
        <w:ind w:left="568" w:hanging="284"/>
      </w:pPr>
      <w:rPr>
        <w:rFonts w:ascii="Arial" w:hAnsi="Arial" w:hint="default"/>
        <w:b w:val="0"/>
        <w:i w:val="0"/>
        <w:color w:val="006DB6"/>
        <w:sz w:val="18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006DB6"/>
      </w:rPr>
    </w:lvl>
    <w:lvl w:ilvl="3">
      <w:start w:val="1"/>
      <w:numFmt w:val="bullet"/>
      <w:lvlText w:val="-"/>
      <w:lvlJc w:val="left"/>
      <w:pPr>
        <w:ind w:left="1136" w:hanging="284"/>
      </w:pPr>
      <w:rPr>
        <w:rFonts w:ascii="Arial" w:hAnsi="Arial" w:hint="default"/>
        <w:color w:val="006DB6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006DB6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Arial" w:hAnsi="Arial" w:hint="default"/>
        <w:color w:val="006DB6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006DB6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Arial" w:hAnsi="Arial" w:hint="default"/>
        <w:color w:val="006DB6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006DB6"/>
      </w:rPr>
    </w:lvl>
  </w:abstractNum>
  <w:abstractNum w:abstractNumId="29" w15:restartNumberingAfterBreak="0">
    <w:nsid w:val="73CE72AD"/>
    <w:multiLevelType w:val="multilevel"/>
    <w:tmpl w:val="1464A40A"/>
    <w:name w:val="list-bullet-color"/>
    <w:lvl w:ilvl="0">
      <w:start w:val="1"/>
      <w:numFmt w:val="bullet"/>
      <w:pStyle w:val="list-bullet-color"/>
      <w:lvlText w:val=""/>
      <w:lvlJc w:val="left"/>
      <w:pPr>
        <w:ind w:left="284" w:hanging="284"/>
      </w:pPr>
      <w:rPr>
        <w:rFonts w:ascii="Symbol" w:hAnsi="Symbol" w:hint="default"/>
        <w:color w:val="006DB6"/>
      </w:rPr>
    </w:lvl>
    <w:lvl w:ilvl="1">
      <w:start w:val="1"/>
      <w:numFmt w:val="bullet"/>
      <w:lvlText w:val="-"/>
      <w:lvlJc w:val="left"/>
      <w:pPr>
        <w:ind w:left="568" w:hanging="284"/>
      </w:pPr>
      <w:rPr>
        <w:rFonts w:ascii="Arial" w:hAnsi="Arial" w:hint="default"/>
        <w:color w:val="006DB6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006DB6"/>
      </w:rPr>
    </w:lvl>
    <w:lvl w:ilvl="3">
      <w:start w:val="1"/>
      <w:numFmt w:val="bullet"/>
      <w:lvlText w:val="-"/>
      <w:lvlJc w:val="left"/>
      <w:pPr>
        <w:ind w:left="1136" w:hanging="284"/>
      </w:pPr>
      <w:rPr>
        <w:rFonts w:ascii="Arial" w:hAnsi="Arial" w:hint="default"/>
        <w:color w:val="006DB6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006DB6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Arial" w:hAnsi="Arial" w:hint="default"/>
        <w:color w:val="006DB6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006DB6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Arial" w:hAnsi="Arial" w:hint="default"/>
        <w:color w:val="006DB6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006DB6"/>
      </w:rPr>
    </w:lvl>
  </w:abstractNum>
  <w:num w:numId="1" w16cid:durableId="590284942">
    <w:abstractNumId w:val="17"/>
  </w:num>
  <w:num w:numId="2" w16cid:durableId="741100670">
    <w:abstractNumId w:val="17"/>
  </w:num>
  <w:num w:numId="3" w16cid:durableId="391271654">
    <w:abstractNumId w:val="17"/>
  </w:num>
  <w:num w:numId="4" w16cid:durableId="1118451648">
    <w:abstractNumId w:val="11"/>
  </w:num>
  <w:num w:numId="5" w16cid:durableId="936909006">
    <w:abstractNumId w:val="18"/>
  </w:num>
  <w:num w:numId="6" w16cid:durableId="524366782">
    <w:abstractNumId w:val="18"/>
  </w:num>
  <w:num w:numId="7" w16cid:durableId="761998237">
    <w:abstractNumId w:val="18"/>
  </w:num>
  <w:num w:numId="8" w16cid:durableId="2141335571">
    <w:abstractNumId w:val="18"/>
  </w:num>
  <w:num w:numId="9" w16cid:durableId="1636527973">
    <w:abstractNumId w:val="18"/>
  </w:num>
  <w:num w:numId="10" w16cid:durableId="941571091">
    <w:abstractNumId w:val="11"/>
  </w:num>
  <w:num w:numId="11" w16cid:durableId="578946076">
    <w:abstractNumId w:val="11"/>
  </w:num>
  <w:num w:numId="12" w16cid:durableId="129057512">
    <w:abstractNumId w:val="29"/>
  </w:num>
  <w:num w:numId="13" w16cid:durableId="1334524519">
    <w:abstractNumId w:val="25"/>
  </w:num>
  <w:num w:numId="14" w16cid:durableId="990405764">
    <w:abstractNumId w:val="21"/>
  </w:num>
  <w:num w:numId="15" w16cid:durableId="2092385000">
    <w:abstractNumId w:val="19"/>
  </w:num>
  <w:num w:numId="16" w16cid:durableId="1334601306">
    <w:abstractNumId w:val="9"/>
  </w:num>
  <w:num w:numId="17" w16cid:durableId="566955668">
    <w:abstractNumId w:val="7"/>
  </w:num>
  <w:num w:numId="18" w16cid:durableId="1505512252">
    <w:abstractNumId w:val="6"/>
  </w:num>
  <w:num w:numId="19" w16cid:durableId="1131168660">
    <w:abstractNumId w:val="5"/>
  </w:num>
  <w:num w:numId="20" w16cid:durableId="2125802468">
    <w:abstractNumId w:val="4"/>
  </w:num>
  <w:num w:numId="21" w16cid:durableId="386269252">
    <w:abstractNumId w:val="8"/>
  </w:num>
  <w:num w:numId="22" w16cid:durableId="483592961">
    <w:abstractNumId w:val="3"/>
  </w:num>
  <w:num w:numId="23" w16cid:durableId="14500706">
    <w:abstractNumId w:val="2"/>
  </w:num>
  <w:num w:numId="24" w16cid:durableId="801458276">
    <w:abstractNumId w:val="1"/>
  </w:num>
  <w:num w:numId="25" w16cid:durableId="1123770103">
    <w:abstractNumId w:val="0"/>
  </w:num>
  <w:num w:numId="26" w16cid:durableId="9547481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52598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793521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841606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748526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36037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901013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25013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015870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122975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932540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62683596">
    <w:abstractNumId w:val="16"/>
  </w:num>
  <w:num w:numId="38" w16cid:durableId="2068916514">
    <w:abstractNumId w:val="22"/>
  </w:num>
  <w:num w:numId="39" w16cid:durableId="1263757043">
    <w:abstractNumId w:val="26"/>
  </w:num>
  <w:num w:numId="40" w16cid:durableId="1260330300">
    <w:abstractNumId w:val="14"/>
  </w:num>
  <w:num w:numId="41" w16cid:durableId="2130464618">
    <w:abstractNumId w:val="24"/>
  </w:num>
  <w:num w:numId="42" w16cid:durableId="1057320602">
    <w:abstractNumId w:val="23"/>
  </w:num>
  <w:num w:numId="43" w16cid:durableId="401562984">
    <w:abstractNumId w:val="12"/>
  </w:num>
  <w:num w:numId="44" w16cid:durableId="1051002864">
    <w:abstractNumId w:val="13"/>
  </w:num>
  <w:num w:numId="45" w16cid:durableId="1951234676">
    <w:abstractNumId w:val="28"/>
  </w:num>
  <w:num w:numId="46" w16cid:durableId="926184790">
    <w:abstractNumId w:val="27"/>
  </w:num>
  <w:num w:numId="47" w16cid:durableId="1818182682">
    <w:abstractNumId w:val="10"/>
  </w:num>
  <w:num w:numId="48" w16cid:durableId="35594211">
    <w:abstractNumId w:val="20"/>
  </w:num>
  <w:num w:numId="49" w16cid:durableId="11507079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arma DocSys~CanReopen" w:val="1"/>
    <w:docVar w:name="Carma DocSys~XML" w:val="&lt;?xml version=&quot;1.0&quot;?&gt;_x000d__x000a_&lt;data customer=&quot;ecorys&quot; profile=&quot;ecorys&quot; model=&quot;ds-blanco-2016.xml&quot; country-code=&quot;31&quot; target=&quot;Microsoft Word&quot; target-version=&quot;16.0&quot; target-build=&quot;16.0.4266&quot; engine-version=&quot;3.12.1&quot; lastuser-initials=&quot;TU&quot; lastuser-name=&quot;Test User&quot;&gt;&lt;ds-blanco-2016 template=&quot;ds-blanco-2016.dotx&quot; id=&quot;7d6691e7c0cf43a395ff75e2f2412c3a&quot; version=&quot;1.0&quot; lcid=&quot;1043&quot;&gt;&lt;PAPER first=&quot;blanco&quot; other=&quot;blanco&quot;/&gt;&lt;version_xml value=&quot;3.0-2017-03-15&quot;/&gt;&lt;mylang formatted-value=&quot;1043&quot;/&gt;&lt;doctype value=&quot;1043&quot; formatted-value=&quot;1043&quot;/&gt;&lt;/ds-blanco-2016&gt;&lt;/data&gt;_x000d__x000a_"/>
    <w:docVar w:name="updated" w:val="true"/>
  </w:docVars>
  <w:rsids>
    <w:rsidRoot w:val="004954F5"/>
    <w:rsid w:val="00002D3E"/>
    <w:rsid w:val="00003E1C"/>
    <w:rsid w:val="0001012C"/>
    <w:rsid w:val="000B47DF"/>
    <w:rsid w:val="000E0DC9"/>
    <w:rsid w:val="00122CC3"/>
    <w:rsid w:val="001439CA"/>
    <w:rsid w:val="00145138"/>
    <w:rsid w:val="00155793"/>
    <w:rsid w:val="0016029C"/>
    <w:rsid w:val="00171F54"/>
    <w:rsid w:val="001C603A"/>
    <w:rsid w:val="00204294"/>
    <w:rsid w:val="00215761"/>
    <w:rsid w:val="002158F4"/>
    <w:rsid w:val="002510B3"/>
    <w:rsid w:val="00256CE8"/>
    <w:rsid w:val="00256D5A"/>
    <w:rsid w:val="00275019"/>
    <w:rsid w:val="002975BF"/>
    <w:rsid w:val="002B1086"/>
    <w:rsid w:val="002F2415"/>
    <w:rsid w:val="00302459"/>
    <w:rsid w:val="00302F63"/>
    <w:rsid w:val="00341693"/>
    <w:rsid w:val="00353F2B"/>
    <w:rsid w:val="00374E8F"/>
    <w:rsid w:val="00377E7D"/>
    <w:rsid w:val="00386D2D"/>
    <w:rsid w:val="003925E9"/>
    <w:rsid w:val="003A132D"/>
    <w:rsid w:val="003A68D0"/>
    <w:rsid w:val="003B5290"/>
    <w:rsid w:val="003C1F3A"/>
    <w:rsid w:val="003D72CE"/>
    <w:rsid w:val="003F767D"/>
    <w:rsid w:val="004251CE"/>
    <w:rsid w:val="0042588D"/>
    <w:rsid w:val="00462AB4"/>
    <w:rsid w:val="004707FE"/>
    <w:rsid w:val="00477CA4"/>
    <w:rsid w:val="0048482D"/>
    <w:rsid w:val="004954F5"/>
    <w:rsid w:val="004D06CC"/>
    <w:rsid w:val="004D3034"/>
    <w:rsid w:val="005119C9"/>
    <w:rsid w:val="00527362"/>
    <w:rsid w:val="005360D0"/>
    <w:rsid w:val="00546F07"/>
    <w:rsid w:val="0055354F"/>
    <w:rsid w:val="0058064D"/>
    <w:rsid w:val="005A6F1A"/>
    <w:rsid w:val="005C3A93"/>
    <w:rsid w:val="005E3012"/>
    <w:rsid w:val="005F5B41"/>
    <w:rsid w:val="006068C3"/>
    <w:rsid w:val="00631DA9"/>
    <w:rsid w:val="006521EE"/>
    <w:rsid w:val="006606E1"/>
    <w:rsid w:val="00661F33"/>
    <w:rsid w:val="00662BD9"/>
    <w:rsid w:val="00663F00"/>
    <w:rsid w:val="00664DD1"/>
    <w:rsid w:val="00680A72"/>
    <w:rsid w:val="00683110"/>
    <w:rsid w:val="00684BB5"/>
    <w:rsid w:val="006A693B"/>
    <w:rsid w:val="006D2218"/>
    <w:rsid w:val="006E44D6"/>
    <w:rsid w:val="006E69FC"/>
    <w:rsid w:val="006F0228"/>
    <w:rsid w:val="00715CFB"/>
    <w:rsid w:val="007200CE"/>
    <w:rsid w:val="007255B1"/>
    <w:rsid w:val="00734F59"/>
    <w:rsid w:val="0075293C"/>
    <w:rsid w:val="007545C5"/>
    <w:rsid w:val="00756FDF"/>
    <w:rsid w:val="00777FA9"/>
    <w:rsid w:val="007872AD"/>
    <w:rsid w:val="007A4862"/>
    <w:rsid w:val="007C1D1D"/>
    <w:rsid w:val="007E7979"/>
    <w:rsid w:val="007F3487"/>
    <w:rsid w:val="00804334"/>
    <w:rsid w:val="00814816"/>
    <w:rsid w:val="008210C4"/>
    <w:rsid w:val="00832835"/>
    <w:rsid w:val="008C6767"/>
    <w:rsid w:val="008D48DA"/>
    <w:rsid w:val="008F3399"/>
    <w:rsid w:val="0090259E"/>
    <w:rsid w:val="0091146F"/>
    <w:rsid w:val="00925C80"/>
    <w:rsid w:val="00955CC7"/>
    <w:rsid w:val="009625BE"/>
    <w:rsid w:val="00962C1C"/>
    <w:rsid w:val="00980341"/>
    <w:rsid w:val="009A303F"/>
    <w:rsid w:val="009A54E9"/>
    <w:rsid w:val="009A59CC"/>
    <w:rsid w:val="009B02E8"/>
    <w:rsid w:val="009B2C2F"/>
    <w:rsid w:val="009C1303"/>
    <w:rsid w:val="009C4455"/>
    <w:rsid w:val="009E07EB"/>
    <w:rsid w:val="009F5C5F"/>
    <w:rsid w:val="00A16104"/>
    <w:rsid w:val="00A42F6E"/>
    <w:rsid w:val="00A50A0E"/>
    <w:rsid w:val="00A52CE1"/>
    <w:rsid w:val="00A62D3A"/>
    <w:rsid w:val="00A70B71"/>
    <w:rsid w:val="00A80DAE"/>
    <w:rsid w:val="00AA29A5"/>
    <w:rsid w:val="00AB0399"/>
    <w:rsid w:val="00AC08BE"/>
    <w:rsid w:val="00AE31B4"/>
    <w:rsid w:val="00AF1EDA"/>
    <w:rsid w:val="00B010D3"/>
    <w:rsid w:val="00B0776F"/>
    <w:rsid w:val="00B50AAB"/>
    <w:rsid w:val="00B52903"/>
    <w:rsid w:val="00B67A8D"/>
    <w:rsid w:val="00B8744D"/>
    <w:rsid w:val="00BA76BF"/>
    <w:rsid w:val="00BC53D3"/>
    <w:rsid w:val="00BD756E"/>
    <w:rsid w:val="00BF3C6D"/>
    <w:rsid w:val="00BF7FE1"/>
    <w:rsid w:val="00C168C1"/>
    <w:rsid w:val="00C81403"/>
    <w:rsid w:val="00C93367"/>
    <w:rsid w:val="00C962F2"/>
    <w:rsid w:val="00CA4501"/>
    <w:rsid w:val="00CA6ECB"/>
    <w:rsid w:val="00CC1BC0"/>
    <w:rsid w:val="00CE7B17"/>
    <w:rsid w:val="00CF1CA7"/>
    <w:rsid w:val="00CF39B8"/>
    <w:rsid w:val="00CF67A9"/>
    <w:rsid w:val="00D15F67"/>
    <w:rsid w:val="00D229B3"/>
    <w:rsid w:val="00D272D6"/>
    <w:rsid w:val="00D32DA3"/>
    <w:rsid w:val="00D573EA"/>
    <w:rsid w:val="00D84B81"/>
    <w:rsid w:val="00D86B18"/>
    <w:rsid w:val="00DB177C"/>
    <w:rsid w:val="00DB3DBD"/>
    <w:rsid w:val="00DC70E6"/>
    <w:rsid w:val="00DC7816"/>
    <w:rsid w:val="00DD3A70"/>
    <w:rsid w:val="00DE017F"/>
    <w:rsid w:val="00DE3AD6"/>
    <w:rsid w:val="00DE48EC"/>
    <w:rsid w:val="00E1426C"/>
    <w:rsid w:val="00E21523"/>
    <w:rsid w:val="00E34CB9"/>
    <w:rsid w:val="00E4027D"/>
    <w:rsid w:val="00E80B9F"/>
    <w:rsid w:val="00E81AB1"/>
    <w:rsid w:val="00EC7370"/>
    <w:rsid w:val="00ED1C1C"/>
    <w:rsid w:val="00F10CC7"/>
    <w:rsid w:val="00F237E7"/>
    <w:rsid w:val="00F6597F"/>
    <w:rsid w:val="00FA0200"/>
    <w:rsid w:val="00FA1856"/>
    <w:rsid w:val="00FE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22361292"/>
  <w15:chartTrackingRefBased/>
  <w15:docId w15:val="{A44A6079-5DD9-4031-98F7-650B8F505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303"/>
    <w:pPr>
      <w:spacing w:after="0" w:line="280" w:lineRule="atLeast"/>
    </w:pPr>
    <w:rPr>
      <w:rFonts w:ascii="Arial" w:hAnsi="Arial" w:cs="Times New Roman"/>
      <w:sz w:val="18"/>
      <w:szCs w:val="24"/>
      <w:lang w:eastAsia="nl-NL"/>
    </w:rPr>
  </w:style>
  <w:style w:type="paragraph" w:styleId="Heading1">
    <w:name w:val="heading 1"/>
    <w:basedOn w:val="DefaultText"/>
    <w:next w:val="DefaultText"/>
    <w:link w:val="Heading1Char"/>
    <w:qFormat/>
    <w:rsid w:val="00F6597F"/>
    <w:pPr>
      <w:keepNext/>
      <w:keepLines/>
      <w:pageBreakBefore/>
      <w:numPr>
        <w:numId w:val="3"/>
      </w:numPr>
      <w:tabs>
        <w:tab w:val="left" w:pos="0"/>
      </w:tabs>
      <w:spacing w:after="840"/>
      <w:ind w:left="0"/>
      <w:outlineLvl w:val="0"/>
    </w:pPr>
    <w:rPr>
      <w:rFonts w:cs="Arial"/>
      <w:b/>
      <w:bCs/>
      <w:color w:val="006DB6"/>
      <w:sz w:val="36"/>
      <w:szCs w:val="32"/>
    </w:rPr>
  </w:style>
  <w:style w:type="paragraph" w:styleId="Heading2">
    <w:name w:val="heading 2"/>
    <w:basedOn w:val="DefaultText"/>
    <w:next w:val="DefaultText"/>
    <w:link w:val="Heading2Char"/>
    <w:qFormat/>
    <w:rsid w:val="00F6597F"/>
    <w:pPr>
      <w:keepNext/>
      <w:keepLines/>
      <w:numPr>
        <w:ilvl w:val="1"/>
        <w:numId w:val="3"/>
      </w:numPr>
      <w:spacing w:after="280"/>
      <w:ind w:left="0" w:hanging="567"/>
      <w:outlineLvl w:val="1"/>
    </w:pPr>
    <w:rPr>
      <w:rFonts w:cs="Arial"/>
      <w:bCs/>
      <w:iCs/>
      <w:color w:val="006DB6"/>
      <w:sz w:val="22"/>
      <w:szCs w:val="28"/>
    </w:rPr>
  </w:style>
  <w:style w:type="paragraph" w:styleId="Heading3">
    <w:name w:val="heading 3"/>
    <w:basedOn w:val="DefaultText"/>
    <w:next w:val="DefaultText"/>
    <w:link w:val="Heading3Char"/>
    <w:qFormat/>
    <w:rsid w:val="00F6597F"/>
    <w:pPr>
      <w:keepNext/>
      <w:keepLines/>
      <w:numPr>
        <w:ilvl w:val="2"/>
        <w:numId w:val="3"/>
      </w:numPr>
      <w:tabs>
        <w:tab w:val="left" w:pos="0"/>
      </w:tabs>
      <w:ind w:left="0"/>
      <w:outlineLvl w:val="2"/>
    </w:pPr>
    <w:rPr>
      <w:rFonts w:cs="Arial"/>
      <w:bCs/>
      <w:i/>
      <w:color w:val="006DB6"/>
      <w:szCs w:val="26"/>
    </w:rPr>
  </w:style>
  <w:style w:type="paragraph" w:styleId="Heading4">
    <w:name w:val="heading 4"/>
    <w:basedOn w:val="DefaultText"/>
    <w:next w:val="DefaultText"/>
    <w:link w:val="Heading4Char"/>
    <w:qFormat/>
    <w:rsid w:val="00C93367"/>
    <w:pPr>
      <w:keepNext/>
      <w:keepLines/>
      <w:outlineLvl w:val="3"/>
    </w:pPr>
    <w:rPr>
      <w:b/>
      <w:bCs/>
      <w:color w:val="006DB6"/>
      <w:szCs w:val="28"/>
    </w:rPr>
  </w:style>
  <w:style w:type="paragraph" w:styleId="Heading5">
    <w:name w:val="heading 5"/>
    <w:basedOn w:val="DefaultText"/>
    <w:next w:val="DefaultText"/>
    <w:link w:val="Heading5Char"/>
    <w:qFormat/>
    <w:rsid w:val="00C93367"/>
    <w:pPr>
      <w:keepNext/>
      <w:keepLines/>
      <w:outlineLvl w:val="4"/>
    </w:pPr>
    <w:rPr>
      <w:bCs/>
      <w:i/>
      <w:iCs/>
      <w:color w:val="006DB6"/>
      <w:szCs w:val="26"/>
    </w:rPr>
  </w:style>
  <w:style w:type="paragraph" w:styleId="Heading6">
    <w:name w:val="heading 6"/>
    <w:basedOn w:val="DefaultText"/>
    <w:next w:val="DefaultText"/>
    <w:link w:val="Heading6Char"/>
    <w:qFormat/>
    <w:rsid w:val="00C93367"/>
    <w:pPr>
      <w:keepNext/>
      <w:keepLines/>
      <w:outlineLvl w:val="5"/>
    </w:pPr>
    <w:rPr>
      <w:bCs/>
      <w:color w:val="006DB6"/>
      <w:szCs w:val="22"/>
    </w:rPr>
  </w:style>
  <w:style w:type="paragraph" w:styleId="Heading7">
    <w:name w:val="heading 7"/>
    <w:basedOn w:val="DefaultText"/>
    <w:next w:val="DefaultText"/>
    <w:link w:val="Heading7Char"/>
    <w:qFormat/>
    <w:rsid w:val="00C93367"/>
    <w:pPr>
      <w:keepNext/>
      <w:keepLines/>
      <w:outlineLvl w:val="6"/>
    </w:pPr>
    <w:rPr>
      <w:color w:val="006DB6"/>
    </w:rPr>
  </w:style>
  <w:style w:type="paragraph" w:styleId="Heading8">
    <w:name w:val="heading 8"/>
    <w:basedOn w:val="DefaultText"/>
    <w:next w:val="DefaultText"/>
    <w:link w:val="Heading8Char"/>
    <w:qFormat/>
    <w:rsid w:val="00C93367"/>
    <w:pPr>
      <w:keepNext/>
      <w:keepLines/>
      <w:outlineLvl w:val="7"/>
    </w:pPr>
    <w:rPr>
      <w:iCs/>
      <w:color w:val="006DB6"/>
    </w:rPr>
  </w:style>
  <w:style w:type="paragraph" w:styleId="Heading9">
    <w:name w:val="heading 9"/>
    <w:basedOn w:val="DefaultText"/>
    <w:next w:val="DefaultText"/>
    <w:link w:val="Heading9Char"/>
    <w:qFormat/>
    <w:rsid w:val="00C93367"/>
    <w:pPr>
      <w:keepNext/>
      <w:keepLines/>
      <w:outlineLvl w:val="8"/>
    </w:pPr>
    <w:rPr>
      <w:rFonts w:cs="Arial"/>
      <w:color w:val="006DB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9336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93367"/>
    <w:rPr>
      <w:rFonts w:ascii="Arial" w:eastAsia="Times New Roman" w:hAnsi="Arial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rsid w:val="00C93367"/>
    <w:pPr>
      <w:tabs>
        <w:tab w:val="center" w:pos="4536"/>
        <w:tab w:val="right" w:pos="9072"/>
      </w:tabs>
      <w:spacing w:line="200" w:lineRule="atLeast"/>
    </w:pPr>
    <w:rPr>
      <w:sz w:val="14"/>
    </w:rPr>
  </w:style>
  <w:style w:type="character" w:customStyle="1" w:styleId="FooterChar">
    <w:name w:val="Footer Char"/>
    <w:basedOn w:val="DefaultParagraphFont"/>
    <w:link w:val="Footer"/>
    <w:rsid w:val="00C93367"/>
    <w:rPr>
      <w:rFonts w:ascii="Arial" w:eastAsia="Times New Roman" w:hAnsi="Arial" w:cs="Times New Roman"/>
      <w:sz w:val="14"/>
      <w:szCs w:val="24"/>
      <w:lang w:eastAsia="nl-NL"/>
    </w:rPr>
  </w:style>
  <w:style w:type="paragraph" w:styleId="BalloonText">
    <w:name w:val="Balloon Text"/>
    <w:basedOn w:val="Normal"/>
    <w:link w:val="BalloonTextChar"/>
    <w:rsid w:val="00C933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3367"/>
    <w:rPr>
      <w:rFonts w:ascii="Tahoma" w:eastAsia="Times New Roman" w:hAnsi="Tahoma" w:cs="Tahoma"/>
      <w:sz w:val="16"/>
      <w:szCs w:val="16"/>
      <w:lang w:eastAsia="nl-NL"/>
    </w:rPr>
  </w:style>
  <w:style w:type="paragraph" w:customStyle="1" w:styleId="DefaultText">
    <w:name w:val="Default Text"/>
    <w:basedOn w:val="Normal"/>
    <w:link w:val="DefaultTextChar"/>
    <w:rsid w:val="009C1303"/>
  </w:style>
  <w:style w:type="paragraph" w:customStyle="1" w:styleId="aanhef">
    <w:name w:val="aanhef"/>
    <w:basedOn w:val="DefaultText"/>
    <w:rsid w:val="00C93367"/>
    <w:pPr>
      <w:spacing w:after="280"/>
    </w:pPr>
  </w:style>
  <w:style w:type="paragraph" w:customStyle="1" w:styleId="aboutecorys">
    <w:name w:val="aboutecorys"/>
    <w:basedOn w:val="DefaultText"/>
    <w:next w:val="DefaultText"/>
    <w:rsid w:val="00C93367"/>
    <w:pPr>
      <w:spacing w:after="840"/>
    </w:pPr>
    <w:rPr>
      <w:color w:val="006DB6"/>
      <w:sz w:val="36"/>
    </w:rPr>
  </w:style>
  <w:style w:type="paragraph" w:customStyle="1" w:styleId="adres">
    <w:name w:val="adres"/>
    <w:basedOn w:val="DefaultText"/>
    <w:rsid w:val="00C93367"/>
  </w:style>
  <w:style w:type="paragraph" w:customStyle="1" w:styleId="afzendgegevens">
    <w:name w:val="afzendgegevens"/>
    <w:basedOn w:val="DefaultText"/>
    <w:rsid w:val="00C93367"/>
    <w:pPr>
      <w:spacing w:line="220" w:lineRule="atLeast"/>
    </w:pPr>
    <w:rPr>
      <w:sz w:val="14"/>
    </w:rPr>
  </w:style>
  <w:style w:type="paragraph" w:customStyle="1" w:styleId="afzendgegevensachter">
    <w:name w:val="afzendgegevensachter"/>
    <w:basedOn w:val="DefaultText"/>
    <w:rsid w:val="00C93367"/>
    <w:rPr>
      <w:color w:val="003C64"/>
      <w:sz w:val="16"/>
    </w:rPr>
  </w:style>
  <w:style w:type="paragraph" w:customStyle="1" w:styleId="afzendgegevensachter-vet">
    <w:name w:val="afzendgegevensachter-vet"/>
    <w:basedOn w:val="afzendgegevensachter"/>
    <w:rsid w:val="00C93367"/>
    <w:rPr>
      <w:b/>
    </w:rPr>
  </w:style>
  <w:style w:type="paragraph" w:customStyle="1" w:styleId="bronvermelding">
    <w:name w:val="bronvermelding"/>
    <w:basedOn w:val="DefaultText"/>
    <w:next w:val="DefaultText"/>
    <w:rsid w:val="00C93367"/>
    <w:rPr>
      <w:sz w:val="14"/>
    </w:rPr>
  </w:style>
  <w:style w:type="paragraph" w:customStyle="1" w:styleId="DefaultTextBold">
    <w:name w:val="Default Text Bold"/>
    <w:basedOn w:val="DefaultText"/>
    <w:next w:val="DefaultText"/>
    <w:rsid w:val="00C93367"/>
    <w:rPr>
      <w:b/>
    </w:rPr>
  </w:style>
  <w:style w:type="paragraph" w:styleId="Caption">
    <w:name w:val="caption"/>
    <w:basedOn w:val="DefaultText"/>
    <w:next w:val="DefaultText"/>
    <w:qFormat/>
    <w:rsid w:val="003B5290"/>
    <w:pPr>
      <w:keepNext/>
      <w:keepLines/>
      <w:tabs>
        <w:tab w:val="left" w:pos="1134"/>
        <w:tab w:val="left" w:pos="1701"/>
      </w:tabs>
      <w:spacing w:line="240" w:lineRule="atLeast"/>
      <w:ind w:left="1134" w:hanging="1134"/>
    </w:pPr>
    <w:rPr>
      <w:b/>
      <w:bCs/>
      <w:sz w:val="16"/>
      <w:szCs w:val="20"/>
    </w:rPr>
  </w:style>
  <w:style w:type="character" w:styleId="CommentReference">
    <w:name w:val="annotation reference"/>
    <w:rsid w:val="00C93367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33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3367"/>
    <w:rPr>
      <w:rFonts w:ascii="Arial" w:eastAsia="Times New Roman" w:hAnsi="Arial" w:cs="Times New Roman"/>
      <w:sz w:val="20"/>
      <w:szCs w:val="20"/>
      <w:lang w:eastAsia="nl-NL"/>
    </w:rPr>
  </w:style>
  <w:style w:type="paragraph" w:styleId="CommentSubject">
    <w:name w:val="annotation subject"/>
    <w:basedOn w:val="CommentText"/>
    <w:next w:val="CommentText"/>
    <w:link w:val="CommentSubjectChar"/>
    <w:rsid w:val="00C933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3367"/>
    <w:rPr>
      <w:rFonts w:ascii="Arial" w:eastAsia="Times New Roman" w:hAnsi="Arial" w:cs="Times New Roman"/>
      <w:b/>
      <w:bCs/>
      <w:sz w:val="20"/>
      <w:szCs w:val="20"/>
      <w:lang w:eastAsia="nl-NL"/>
    </w:rPr>
  </w:style>
  <w:style w:type="paragraph" w:customStyle="1" w:styleId="doctype">
    <w:name w:val="doctype"/>
    <w:basedOn w:val="Normal"/>
    <w:rsid w:val="00C93367"/>
    <w:rPr>
      <w:b/>
      <w:caps/>
      <w:sz w:val="32"/>
    </w:rPr>
  </w:style>
  <w:style w:type="paragraph" w:styleId="DocumentMap">
    <w:name w:val="Document Map"/>
    <w:basedOn w:val="Normal"/>
    <w:link w:val="DocumentMapChar"/>
    <w:rsid w:val="00C9336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C93367"/>
    <w:rPr>
      <w:rFonts w:ascii="Tahoma" w:eastAsia="Times New Roman" w:hAnsi="Tahoma" w:cs="Tahoma"/>
      <w:sz w:val="20"/>
      <w:szCs w:val="20"/>
      <w:shd w:val="clear" w:color="auto" w:fill="000080"/>
      <w:lang w:eastAsia="nl-NL"/>
    </w:rPr>
  </w:style>
  <w:style w:type="character" w:styleId="EndnoteReference">
    <w:name w:val="endnote reference"/>
    <w:rsid w:val="00C93367"/>
    <w:rPr>
      <w:vertAlign w:val="superscript"/>
    </w:rPr>
  </w:style>
  <w:style w:type="paragraph" w:styleId="EndnoteText">
    <w:name w:val="endnote text"/>
    <w:basedOn w:val="Normal"/>
    <w:link w:val="EndnoteTextChar"/>
    <w:rsid w:val="00C9336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C93367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filename">
    <w:name w:val="filename"/>
    <w:basedOn w:val="DefaultText"/>
    <w:rsid w:val="00C93367"/>
    <w:rPr>
      <w:noProof/>
      <w:color w:val="000000"/>
      <w:sz w:val="16"/>
    </w:rPr>
  </w:style>
  <w:style w:type="character" w:styleId="FootnoteReference">
    <w:name w:val="footnote reference"/>
    <w:rsid w:val="00C93367"/>
    <w:rPr>
      <w:vertAlign w:val="superscript"/>
    </w:rPr>
  </w:style>
  <w:style w:type="paragraph" w:styleId="FootnoteText">
    <w:name w:val="footnote text"/>
    <w:basedOn w:val="Normal"/>
    <w:link w:val="FootnoteTextChar"/>
    <w:rsid w:val="00C93367"/>
    <w:pPr>
      <w:tabs>
        <w:tab w:val="left" w:pos="340"/>
      </w:tabs>
      <w:spacing w:line="200" w:lineRule="atLeast"/>
      <w:ind w:left="340" w:hanging="340"/>
    </w:pPr>
    <w:rPr>
      <w:sz w:val="14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3367"/>
    <w:rPr>
      <w:rFonts w:ascii="Arial" w:eastAsia="Times New Roman" w:hAnsi="Arial" w:cs="Times New Roman"/>
      <w:sz w:val="14"/>
      <w:szCs w:val="20"/>
      <w:lang w:eastAsia="nl-NL"/>
    </w:rPr>
  </w:style>
  <w:style w:type="paragraph" w:customStyle="1" w:styleId="front-inbetween">
    <w:name w:val="front-inbetween"/>
    <w:basedOn w:val="DefaultText"/>
    <w:next w:val="Normal"/>
    <w:rsid w:val="00C93367"/>
    <w:pPr>
      <w:spacing w:line="320" w:lineRule="atLeast"/>
    </w:pPr>
  </w:style>
  <w:style w:type="paragraph" w:customStyle="1" w:styleId="groetregel">
    <w:name w:val="groetregel"/>
    <w:basedOn w:val="DefaultText"/>
    <w:rsid w:val="00C93367"/>
    <w:pPr>
      <w:spacing w:before="560" w:after="840"/>
    </w:pPr>
  </w:style>
  <w:style w:type="character" w:customStyle="1" w:styleId="Heading1Char">
    <w:name w:val="Heading 1 Char"/>
    <w:basedOn w:val="DefaultParagraphFont"/>
    <w:link w:val="Heading1"/>
    <w:rsid w:val="00F6597F"/>
    <w:rPr>
      <w:rFonts w:ascii="Arial" w:eastAsia="Times New Roman" w:hAnsi="Arial" w:cs="Arial"/>
      <w:b/>
      <w:bCs/>
      <w:color w:val="006DB6"/>
      <w:sz w:val="36"/>
      <w:szCs w:val="32"/>
      <w:lang w:eastAsia="nl-NL"/>
    </w:rPr>
  </w:style>
  <w:style w:type="character" w:customStyle="1" w:styleId="Heading2Char">
    <w:name w:val="Heading 2 Char"/>
    <w:basedOn w:val="DefaultParagraphFont"/>
    <w:link w:val="Heading2"/>
    <w:rsid w:val="00F6597F"/>
    <w:rPr>
      <w:rFonts w:ascii="Arial" w:eastAsia="Times New Roman" w:hAnsi="Arial" w:cs="Arial"/>
      <w:bCs/>
      <w:iCs/>
      <w:color w:val="006DB6"/>
      <w:szCs w:val="28"/>
      <w:lang w:eastAsia="nl-NL"/>
    </w:rPr>
  </w:style>
  <w:style w:type="character" w:customStyle="1" w:styleId="Heading3Char">
    <w:name w:val="Heading 3 Char"/>
    <w:basedOn w:val="DefaultParagraphFont"/>
    <w:link w:val="Heading3"/>
    <w:rsid w:val="00F6597F"/>
    <w:rPr>
      <w:rFonts w:ascii="Arial" w:eastAsia="Times New Roman" w:hAnsi="Arial" w:cs="Arial"/>
      <w:bCs/>
      <w:i/>
      <w:color w:val="006DB6"/>
      <w:sz w:val="18"/>
      <w:szCs w:val="26"/>
      <w:lang w:eastAsia="nl-NL"/>
    </w:rPr>
  </w:style>
  <w:style w:type="character" w:customStyle="1" w:styleId="Heading4Char">
    <w:name w:val="Heading 4 Char"/>
    <w:basedOn w:val="DefaultParagraphFont"/>
    <w:link w:val="Heading4"/>
    <w:rsid w:val="00C93367"/>
    <w:rPr>
      <w:rFonts w:ascii="Arial" w:eastAsia="Times New Roman" w:hAnsi="Arial" w:cs="Times New Roman"/>
      <w:b/>
      <w:bCs/>
      <w:color w:val="006DB6"/>
      <w:sz w:val="18"/>
      <w:szCs w:val="28"/>
      <w:lang w:eastAsia="nl-NL"/>
    </w:rPr>
  </w:style>
  <w:style w:type="character" w:customStyle="1" w:styleId="Heading5Char">
    <w:name w:val="Heading 5 Char"/>
    <w:basedOn w:val="DefaultParagraphFont"/>
    <w:link w:val="Heading5"/>
    <w:rsid w:val="00C93367"/>
    <w:rPr>
      <w:rFonts w:ascii="Arial" w:eastAsia="Times New Roman" w:hAnsi="Arial" w:cs="Times New Roman"/>
      <w:bCs/>
      <w:i/>
      <w:iCs/>
      <w:color w:val="006DB6"/>
      <w:sz w:val="18"/>
      <w:szCs w:val="26"/>
      <w:lang w:eastAsia="nl-NL"/>
    </w:rPr>
  </w:style>
  <w:style w:type="character" w:customStyle="1" w:styleId="Heading6Char">
    <w:name w:val="Heading 6 Char"/>
    <w:basedOn w:val="DefaultParagraphFont"/>
    <w:link w:val="Heading6"/>
    <w:rsid w:val="00C93367"/>
    <w:rPr>
      <w:rFonts w:ascii="Arial" w:eastAsia="Times New Roman" w:hAnsi="Arial" w:cs="Times New Roman"/>
      <w:bCs/>
      <w:color w:val="006DB6"/>
      <w:sz w:val="18"/>
      <w:lang w:eastAsia="nl-NL"/>
    </w:rPr>
  </w:style>
  <w:style w:type="character" w:customStyle="1" w:styleId="Heading7Char">
    <w:name w:val="Heading 7 Char"/>
    <w:basedOn w:val="DefaultParagraphFont"/>
    <w:link w:val="Heading7"/>
    <w:rsid w:val="00C93367"/>
    <w:rPr>
      <w:rFonts w:ascii="Arial" w:eastAsia="Times New Roman" w:hAnsi="Arial" w:cs="Times New Roman"/>
      <w:color w:val="006DB6"/>
      <w:sz w:val="18"/>
      <w:szCs w:val="24"/>
      <w:lang w:eastAsia="nl-NL"/>
    </w:rPr>
  </w:style>
  <w:style w:type="character" w:customStyle="1" w:styleId="Heading8Char">
    <w:name w:val="Heading 8 Char"/>
    <w:basedOn w:val="DefaultParagraphFont"/>
    <w:link w:val="Heading8"/>
    <w:rsid w:val="00C93367"/>
    <w:rPr>
      <w:rFonts w:ascii="Arial" w:eastAsia="Times New Roman" w:hAnsi="Arial" w:cs="Times New Roman"/>
      <w:iCs/>
      <w:color w:val="006DB6"/>
      <w:sz w:val="18"/>
      <w:szCs w:val="24"/>
      <w:lang w:eastAsia="nl-NL"/>
    </w:rPr>
  </w:style>
  <w:style w:type="character" w:customStyle="1" w:styleId="Heading9Char">
    <w:name w:val="Heading 9 Char"/>
    <w:basedOn w:val="DefaultParagraphFont"/>
    <w:link w:val="Heading9"/>
    <w:rsid w:val="00C93367"/>
    <w:rPr>
      <w:rFonts w:ascii="Arial" w:eastAsia="Times New Roman" w:hAnsi="Arial" w:cs="Arial"/>
      <w:color w:val="006DB6"/>
      <w:sz w:val="18"/>
      <w:lang w:eastAsia="nl-NL"/>
    </w:rPr>
  </w:style>
  <w:style w:type="paragraph" w:customStyle="1" w:styleId="heading-blue-1">
    <w:name w:val="heading-blue-1"/>
    <w:basedOn w:val="DefaultText"/>
    <w:next w:val="DefaultText"/>
    <w:rsid w:val="00C93367"/>
    <w:pPr>
      <w:keepNext/>
      <w:keepLines/>
      <w:spacing w:after="840"/>
      <w:outlineLvl w:val="0"/>
    </w:pPr>
    <w:rPr>
      <w:b/>
      <w:color w:val="006DB6"/>
      <w:sz w:val="36"/>
    </w:rPr>
  </w:style>
  <w:style w:type="paragraph" w:customStyle="1" w:styleId="heading-blue-2">
    <w:name w:val="heading-blue-2"/>
    <w:basedOn w:val="DefaultText"/>
    <w:next w:val="DefaultText"/>
    <w:rsid w:val="00C93367"/>
    <w:pPr>
      <w:keepNext/>
      <w:keepLines/>
      <w:spacing w:after="280"/>
      <w:outlineLvl w:val="1"/>
    </w:pPr>
    <w:rPr>
      <w:color w:val="006DB6"/>
      <w:sz w:val="22"/>
    </w:rPr>
  </w:style>
  <w:style w:type="paragraph" w:customStyle="1" w:styleId="heading-blue-3">
    <w:name w:val="heading-blue-3"/>
    <w:basedOn w:val="DefaultText"/>
    <w:next w:val="DefaultText"/>
    <w:rsid w:val="00C93367"/>
    <w:pPr>
      <w:keepNext/>
      <w:keepLines/>
      <w:outlineLvl w:val="2"/>
    </w:pPr>
    <w:rPr>
      <w:i/>
      <w:color w:val="006DB6"/>
    </w:rPr>
  </w:style>
  <w:style w:type="paragraph" w:customStyle="1" w:styleId="heading-blue-4">
    <w:name w:val="heading-blue-4"/>
    <w:basedOn w:val="DefaultText"/>
    <w:next w:val="DefaultText"/>
    <w:rsid w:val="00C93367"/>
    <w:pPr>
      <w:keepNext/>
      <w:keepLines/>
      <w:outlineLvl w:val="3"/>
    </w:pPr>
    <w:rPr>
      <w:i/>
      <w:color w:val="006DB6"/>
    </w:rPr>
  </w:style>
  <w:style w:type="paragraph" w:customStyle="1" w:styleId="heading-blue-5">
    <w:name w:val="heading-blue-5"/>
    <w:basedOn w:val="DefaultText"/>
    <w:next w:val="DefaultText"/>
    <w:rsid w:val="00C93367"/>
    <w:pPr>
      <w:keepNext/>
      <w:keepLines/>
      <w:outlineLvl w:val="4"/>
    </w:pPr>
    <w:rPr>
      <w:b/>
      <w:color w:val="006DB6"/>
    </w:rPr>
  </w:style>
  <w:style w:type="paragraph" w:customStyle="1" w:styleId="heading-blue-6">
    <w:name w:val="heading-blue-6"/>
    <w:basedOn w:val="DefaultText"/>
    <w:next w:val="DefaultText"/>
    <w:rsid w:val="00C93367"/>
    <w:pPr>
      <w:keepNext/>
      <w:keepLines/>
      <w:outlineLvl w:val="5"/>
    </w:pPr>
    <w:rPr>
      <w:color w:val="006DB6"/>
    </w:rPr>
  </w:style>
  <w:style w:type="paragraph" w:styleId="Index1">
    <w:name w:val="index 1"/>
    <w:basedOn w:val="Normal"/>
    <w:next w:val="Normal"/>
    <w:autoRedefine/>
    <w:rsid w:val="00C93367"/>
    <w:pPr>
      <w:ind w:left="190" w:hanging="190"/>
    </w:pPr>
  </w:style>
  <w:style w:type="paragraph" w:styleId="Index2">
    <w:name w:val="index 2"/>
    <w:basedOn w:val="Normal"/>
    <w:next w:val="Normal"/>
    <w:autoRedefine/>
    <w:rsid w:val="00C93367"/>
    <w:pPr>
      <w:ind w:left="380" w:hanging="190"/>
    </w:pPr>
  </w:style>
  <w:style w:type="paragraph" w:styleId="Index3">
    <w:name w:val="index 3"/>
    <w:basedOn w:val="Normal"/>
    <w:next w:val="Normal"/>
    <w:autoRedefine/>
    <w:rsid w:val="00C93367"/>
    <w:pPr>
      <w:ind w:left="570" w:hanging="190"/>
    </w:pPr>
  </w:style>
  <w:style w:type="paragraph" w:styleId="Index4">
    <w:name w:val="index 4"/>
    <w:basedOn w:val="Normal"/>
    <w:next w:val="Normal"/>
    <w:autoRedefine/>
    <w:rsid w:val="00C93367"/>
    <w:pPr>
      <w:ind w:left="760" w:hanging="190"/>
    </w:pPr>
  </w:style>
  <w:style w:type="paragraph" w:styleId="Index5">
    <w:name w:val="index 5"/>
    <w:basedOn w:val="Normal"/>
    <w:next w:val="Normal"/>
    <w:autoRedefine/>
    <w:rsid w:val="00C93367"/>
    <w:pPr>
      <w:ind w:left="950" w:hanging="190"/>
    </w:pPr>
  </w:style>
  <w:style w:type="paragraph" w:styleId="Index6">
    <w:name w:val="index 6"/>
    <w:basedOn w:val="Normal"/>
    <w:next w:val="Normal"/>
    <w:autoRedefine/>
    <w:rsid w:val="00C93367"/>
    <w:pPr>
      <w:ind w:left="1140" w:hanging="190"/>
    </w:pPr>
  </w:style>
  <w:style w:type="paragraph" w:styleId="Index7">
    <w:name w:val="index 7"/>
    <w:basedOn w:val="Normal"/>
    <w:next w:val="Normal"/>
    <w:autoRedefine/>
    <w:rsid w:val="00C93367"/>
    <w:pPr>
      <w:ind w:left="1330" w:hanging="190"/>
    </w:pPr>
  </w:style>
  <w:style w:type="paragraph" w:styleId="Index8">
    <w:name w:val="index 8"/>
    <w:basedOn w:val="Normal"/>
    <w:next w:val="Normal"/>
    <w:autoRedefine/>
    <w:rsid w:val="00C93367"/>
    <w:pPr>
      <w:ind w:left="1520" w:hanging="190"/>
    </w:pPr>
  </w:style>
  <w:style w:type="paragraph" w:styleId="Index9">
    <w:name w:val="index 9"/>
    <w:basedOn w:val="Normal"/>
    <w:next w:val="Normal"/>
    <w:autoRedefine/>
    <w:rsid w:val="00C93367"/>
    <w:pPr>
      <w:ind w:left="1710" w:hanging="190"/>
    </w:pPr>
  </w:style>
  <w:style w:type="paragraph" w:styleId="IndexHeading">
    <w:name w:val="index heading"/>
    <w:basedOn w:val="Normal"/>
    <w:next w:val="Index1"/>
    <w:rsid w:val="00C93367"/>
    <w:rPr>
      <w:rFonts w:cs="Arial"/>
      <w:b/>
      <w:bCs/>
    </w:rPr>
  </w:style>
  <w:style w:type="paragraph" w:customStyle="1" w:styleId="kaderkop">
    <w:name w:val="kaderkop"/>
    <w:basedOn w:val="DefaultText"/>
    <w:rsid w:val="00C93367"/>
    <w:pPr>
      <w:ind w:left="340"/>
    </w:pPr>
    <w:rPr>
      <w:b/>
      <w:color w:val="006DB6"/>
      <w:sz w:val="16"/>
    </w:rPr>
  </w:style>
  <w:style w:type="paragraph" w:customStyle="1" w:styleId="kadertekst">
    <w:name w:val="kadertekst"/>
    <w:basedOn w:val="DefaultText"/>
    <w:rsid w:val="00C93367"/>
    <w:pPr>
      <w:ind w:left="346"/>
    </w:pPr>
    <w:rPr>
      <w:color w:val="006DB6"/>
      <w:sz w:val="16"/>
    </w:rPr>
  </w:style>
  <w:style w:type="paragraph" w:customStyle="1" w:styleId="landnamen">
    <w:name w:val="landnamen"/>
    <w:basedOn w:val="DefaultText"/>
    <w:rsid w:val="00C93367"/>
    <w:pPr>
      <w:spacing w:line="144" w:lineRule="atLeast"/>
      <w:jc w:val="center"/>
    </w:pPr>
    <w:rPr>
      <w:b/>
      <w:smallCaps/>
      <w:color w:val="9C9D9F"/>
      <w:spacing w:val="-2"/>
      <w:sz w:val="11"/>
    </w:rPr>
  </w:style>
  <w:style w:type="numbering" w:customStyle="1" w:styleId="list-heading-black">
    <w:name w:val="list-heading-black"/>
    <w:rsid w:val="00C93367"/>
  </w:style>
  <w:style w:type="numbering" w:customStyle="1" w:styleId="list-heading-blue">
    <w:name w:val="list-heading-blue"/>
    <w:rsid w:val="00C93367"/>
    <w:pPr>
      <w:numPr>
        <w:numId w:val="4"/>
      </w:numPr>
    </w:pPr>
  </w:style>
  <w:style w:type="paragraph" w:styleId="MacroText">
    <w:name w:val="macro"/>
    <w:link w:val="MacroTextChar"/>
    <w:rsid w:val="00C933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urier New" w:hAnsi="Courier New" w:cs="Courier New"/>
      <w:sz w:val="20"/>
      <w:szCs w:val="20"/>
      <w:lang w:eastAsia="nl-NL"/>
    </w:rPr>
  </w:style>
  <w:style w:type="character" w:customStyle="1" w:styleId="MacroTextChar">
    <w:name w:val="Macro Text Char"/>
    <w:basedOn w:val="DefaultParagraphFont"/>
    <w:link w:val="MacroText"/>
    <w:rsid w:val="00C93367"/>
    <w:rPr>
      <w:rFonts w:ascii="Courier New" w:eastAsia="Times New Roman" w:hAnsi="Courier New" w:cs="Courier New"/>
      <w:sz w:val="20"/>
      <w:szCs w:val="20"/>
      <w:lang w:eastAsia="nl-NL"/>
    </w:rPr>
  </w:style>
  <w:style w:type="paragraph" w:customStyle="1" w:styleId="no-heading-blue-1">
    <w:name w:val="no-heading-blue-1"/>
    <w:basedOn w:val="DefaultText"/>
    <w:next w:val="DefaultText"/>
    <w:rsid w:val="00C93367"/>
    <w:pPr>
      <w:keepNext/>
      <w:keepLines/>
      <w:pageBreakBefore/>
      <w:spacing w:after="840"/>
      <w:outlineLvl w:val="0"/>
    </w:pPr>
    <w:rPr>
      <w:b/>
      <w:color w:val="006DB6"/>
      <w:sz w:val="36"/>
    </w:rPr>
  </w:style>
  <w:style w:type="paragraph" w:customStyle="1" w:styleId="no-heading-blue-2">
    <w:name w:val="no-heading-blue-2"/>
    <w:basedOn w:val="DefaultText"/>
    <w:next w:val="DefaultText"/>
    <w:rsid w:val="00C93367"/>
    <w:pPr>
      <w:keepNext/>
      <w:keepLines/>
      <w:spacing w:after="280"/>
      <w:outlineLvl w:val="1"/>
    </w:pPr>
    <w:rPr>
      <w:color w:val="006DB6"/>
      <w:sz w:val="22"/>
    </w:rPr>
  </w:style>
  <w:style w:type="paragraph" w:customStyle="1" w:styleId="no-heading-blue-3">
    <w:name w:val="no-heading-blue-3"/>
    <w:basedOn w:val="DefaultText"/>
    <w:next w:val="DefaultText"/>
    <w:rsid w:val="00C93367"/>
    <w:pPr>
      <w:keepNext/>
      <w:keepLines/>
      <w:outlineLvl w:val="2"/>
    </w:pPr>
    <w:rPr>
      <w:b/>
      <w:color w:val="006DB6"/>
    </w:rPr>
  </w:style>
  <w:style w:type="paragraph" w:customStyle="1" w:styleId="no-heading-blue-4">
    <w:name w:val="no-heading-blue-4"/>
    <w:basedOn w:val="DefaultText"/>
    <w:next w:val="DefaultText"/>
    <w:rsid w:val="00C93367"/>
    <w:pPr>
      <w:keepNext/>
      <w:keepLines/>
      <w:outlineLvl w:val="3"/>
    </w:pPr>
    <w:rPr>
      <w:i/>
      <w:color w:val="006DB6"/>
    </w:rPr>
  </w:style>
  <w:style w:type="character" w:styleId="PageNumber">
    <w:name w:val="page number"/>
    <w:basedOn w:val="DefaultParagraphFont"/>
    <w:rsid w:val="00C93367"/>
  </w:style>
  <w:style w:type="paragraph" w:customStyle="1" w:styleId="paginanummer">
    <w:name w:val="paginanummer"/>
    <w:basedOn w:val="DefaultText"/>
    <w:rsid w:val="00C93367"/>
    <w:pPr>
      <w:spacing w:after="142" w:line="200" w:lineRule="atLeast"/>
      <w:jc w:val="center"/>
    </w:pPr>
    <w:rPr>
      <w:sz w:val="14"/>
    </w:rPr>
  </w:style>
  <w:style w:type="paragraph" w:customStyle="1" w:styleId="paginanummering">
    <w:name w:val="paginanummering"/>
    <w:basedOn w:val="DefaultText"/>
    <w:rsid w:val="00C93367"/>
    <w:pPr>
      <w:jc w:val="right"/>
    </w:pPr>
    <w:rPr>
      <w:sz w:val="14"/>
    </w:rPr>
  </w:style>
  <w:style w:type="paragraph" w:customStyle="1" w:styleId="refdata-frontpage">
    <w:name w:val="refdata-frontpage"/>
    <w:basedOn w:val="DefaultText"/>
    <w:rsid w:val="00C93367"/>
    <w:pPr>
      <w:spacing w:line="560" w:lineRule="atLeast"/>
    </w:pPr>
    <w:rPr>
      <w:color w:val="003C64"/>
      <w:sz w:val="22"/>
    </w:rPr>
  </w:style>
  <w:style w:type="paragraph" w:customStyle="1" w:styleId="referentiegegevens">
    <w:name w:val="referentiegegevens"/>
    <w:basedOn w:val="DefaultText"/>
    <w:rsid w:val="00C93367"/>
  </w:style>
  <w:style w:type="paragraph" w:customStyle="1" w:styleId="referentiekopjes">
    <w:name w:val="referentiekopjes"/>
    <w:basedOn w:val="DefaultText"/>
    <w:rsid w:val="00C93367"/>
    <w:rPr>
      <w:sz w:val="14"/>
    </w:rPr>
  </w:style>
  <w:style w:type="paragraph" w:customStyle="1" w:styleId="rubricering">
    <w:name w:val="rubricering"/>
    <w:basedOn w:val="DefaultText"/>
    <w:rsid w:val="00C93367"/>
    <w:rPr>
      <w:color w:val="A0A5A5"/>
      <w:sz w:val="144"/>
    </w:rPr>
  </w:style>
  <w:style w:type="paragraph" w:customStyle="1" w:styleId="slogan">
    <w:name w:val="slogan"/>
    <w:basedOn w:val="DefaultText"/>
    <w:rsid w:val="00C93367"/>
    <w:rPr>
      <w:b/>
      <w:i/>
      <w:color w:val="006DB6"/>
      <w:sz w:val="22"/>
    </w:rPr>
  </w:style>
  <w:style w:type="paragraph" w:customStyle="1" w:styleId="subtitle-inside">
    <w:name w:val="subtitle-inside"/>
    <w:basedOn w:val="DefaultText"/>
    <w:rsid w:val="00C93367"/>
    <w:rPr>
      <w:sz w:val="24"/>
    </w:rPr>
  </w:style>
  <w:style w:type="paragraph" w:customStyle="1" w:styleId="spacingtitleinside">
    <w:name w:val="spacingtitleinside"/>
    <w:basedOn w:val="subtitle-inside"/>
    <w:rsid w:val="00C93367"/>
    <w:pPr>
      <w:spacing w:after="360" w:line="380" w:lineRule="atLeast"/>
    </w:pPr>
    <w:rPr>
      <w:sz w:val="72"/>
    </w:rPr>
  </w:style>
  <w:style w:type="paragraph" w:customStyle="1" w:styleId="subtitle-frontpage">
    <w:name w:val="subtitle-frontpage"/>
    <w:basedOn w:val="DefaultText"/>
    <w:next w:val="front-inbetween"/>
    <w:rsid w:val="00C93367"/>
    <w:pPr>
      <w:spacing w:line="720" w:lineRule="atLeast"/>
    </w:pPr>
    <w:rPr>
      <w:color w:val="A0A5A5"/>
      <w:sz w:val="44"/>
    </w:rPr>
  </w:style>
  <w:style w:type="paragraph" w:customStyle="1" w:styleId="tabelkop">
    <w:name w:val="tabelkop"/>
    <w:basedOn w:val="DefaultText"/>
    <w:rsid w:val="00C93367"/>
    <w:pPr>
      <w:keepNext/>
      <w:keepLines/>
    </w:pPr>
    <w:rPr>
      <w:b/>
      <w:color w:val="FFFFFF"/>
      <w:sz w:val="16"/>
    </w:rPr>
  </w:style>
  <w:style w:type="paragraph" w:customStyle="1" w:styleId="tabeltekst">
    <w:name w:val="tabeltekst"/>
    <w:basedOn w:val="DefaultText"/>
    <w:rsid w:val="00C93367"/>
    <w:rPr>
      <w:color w:val="000000"/>
      <w:sz w:val="16"/>
    </w:rPr>
  </w:style>
  <w:style w:type="table" w:styleId="TableGrid">
    <w:name w:val="Table Grid"/>
    <w:basedOn w:val="TableNormal"/>
    <w:rsid w:val="00C93367"/>
    <w:pPr>
      <w:spacing w:after="0" w:line="280" w:lineRule="atLeast"/>
    </w:pPr>
    <w:rPr>
      <w:rFonts w:ascii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C93367"/>
    <w:pPr>
      <w:ind w:left="190" w:hanging="190"/>
    </w:pPr>
  </w:style>
  <w:style w:type="paragraph" w:styleId="TableofFigures">
    <w:name w:val="table of figures"/>
    <w:basedOn w:val="Normal"/>
    <w:next w:val="DefaultText"/>
    <w:rsid w:val="00C93367"/>
  </w:style>
  <w:style w:type="paragraph" w:customStyle="1" w:styleId="table-header-zwart">
    <w:name w:val="table-header-zwart"/>
    <w:basedOn w:val="DefaultText"/>
    <w:rsid w:val="00C93367"/>
    <w:pPr>
      <w:keepNext/>
      <w:keepLines/>
    </w:pPr>
    <w:rPr>
      <w:b/>
      <w:sz w:val="16"/>
    </w:rPr>
  </w:style>
  <w:style w:type="paragraph" w:customStyle="1" w:styleId="table-header-blauw">
    <w:name w:val="table-header-blauw"/>
    <w:basedOn w:val="table-header-zwart"/>
    <w:rsid w:val="00C93367"/>
    <w:rPr>
      <w:color w:val="006DB6"/>
    </w:rPr>
  </w:style>
  <w:style w:type="paragraph" w:customStyle="1" w:styleId="table-header-blauwgroen">
    <w:name w:val="table-header-blauwgroen"/>
    <w:basedOn w:val="table-header-zwart"/>
    <w:rsid w:val="00C93367"/>
    <w:rPr>
      <w:color w:val="009696"/>
    </w:rPr>
  </w:style>
  <w:style w:type="paragraph" w:customStyle="1" w:styleId="table-header-donkerblauw">
    <w:name w:val="table-header-donkerblauw"/>
    <w:basedOn w:val="table-header-zwart"/>
    <w:rsid w:val="00C93367"/>
    <w:rPr>
      <w:color w:val="003C64"/>
    </w:rPr>
  </w:style>
  <w:style w:type="paragraph" w:customStyle="1" w:styleId="table-header-grijs">
    <w:name w:val="table-header-grijs"/>
    <w:basedOn w:val="table-header-zwart"/>
    <w:rsid w:val="00C93367"/>
    <w:rPr>
      <w:color w:val="A0A5A5"/>
    </w:rPr>
  </w:style>
  <w:style w:type="paragraph" w:customStyle="1" w:styleId="table-header-groen">
    <w:name w:val="table-header-groen"/>
    <w:basedOn w:val="table-header-zwart"/>
    <w:rsid w:val="00C93367"/>
    <w:rPr>
      <w:color w:val="A0BE00"/>
    </w:rPr>
  </w:style>
  <w:style w:type="paragraph" w:customStyle="1" w:styleId="table-header-oranje">
    <w:name w:val="table-header-oranje"/>
    <w:basedOn w:val="table-header-zwart"/>
    <w:rsid w:val="00C93367"/>
    <w:rPr>
      <w:color w:val="F49A00"/>
    </w:rPr>
  </w:style>
  <w:style w:type="paragraph" w:customStyle="1" w:styleId="table-header-paars">
    <w:name w:val="table-header-paars"/>
    <w:basedOn w:val="table-header-zwart"/>
    <w:rsid w:val="00C93367"/>
    <w:rPr>
      <w:color w:val="980D7D"/>
    </w:rPr>
  </w:style>
  <w:style w:type="paragraph" w:customStyle="1" w:styleId="table-header-roze">
    <w:name w:val="table-header-roze"/>
    <w:basedOn w:val="table-header-zwart"/>
    <w:rsid w:val="00C93367"/>
    <w:rPr>
      <w:color w:val="E30052"/>
    </w:rPr>
  </w:style>
  <w:style w:type="paragraph" w:customStyle="1" w:styleId="table-header-wit">
    <w:name w:val="table-header-wit"/>
    <w:basedOn w:val="table-header-zwart"/>
    <w:rsid w:val="00C93367"/>
    <w:rPr>
      <w:color w:val="FFFFFF"/>
    </w:rPr>
  </w:style>
  <w:style w:type="paragraph" w:customStyle="1" w:styleId="tableofcontents">
    <w:name w:val="tableofcontents"/>
    <w:basedOn w:val="DefaultText"/>
    <w:next w:val="DefaultText"/>
    <w:rsid w:val="00C93367"/>
    <w:rPr>
      <w:color w:val="006DB6"/>
      <w:sz w:val="36"/>
    </w:rPr>
  </w:style>
  <w:style w:type="table" w:customStyle="1" w:styleId="table-style-zwart-000-outline">
    <w:name w:val="table-style-zwart-000-outline"/>
    <w:basedOn w:val="TableNormal"/>
    <w:rsid w:val="00D272D6"/>
    <w:pPr>
      <w:spacing w:after="0" w:line="280" w:lineRule="atLeast"/>
    </w:pPr>
    <w:rPr>
      <w:rFonts w:ascii="Arial" w:hAnsi="Arial" w:cs="Times New Roman"/>
      <w:color w:val="000000"/>
      <w:sz w:val="16"/>
      <w:szCs w:val="20"/>
      <w:lang w:eastAsia="nl-NL"/>
    </w:rPr>
    <w:tblPr>
      <w:tblStyleRowBandSize w:val="1"/>
      <w:tblStyleCol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pPr>
        <w:keepNext/>
        <w:keepLines/>
        <w:wordWrap/>
      </w:pPr>
      <w:rPr>
        <w:rFonts w:ascii="Arial" w:hAnsi="Arial"/>
        <w:b/>
        <w:i w:val="0"/>
        <w:color w:val="000000"/>
        <w:sz w:val="16"/>
      </w:rPr>
      <w:tblPr/>
      <w:tcPr>
        <w:tc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blauw-000-outline">
    <w:name w:val="table-style-blauw-000-outline"/>
    <w:basedOn w:val="TableNormal"/>
    <w:rsid w:val="00D272D6"/>
    <w:pPr>
      <w:spacing w:after="0" w:line="280" w:lineRule="atLeast"/>
    </w:pPr>
    <w:rPr>
      <w:rFonts w:ascii="Arial" w:hAnsi="Arial" w:cs="Times New Roman"/>
      <w:color w:val="000000"/>
      <w:sz w:val="16"/>
      <w:szCs w:val="20"/>
      <w:lang w:eastAsia="nl-NL"/>
    </w:rPr>
    <w:tblPr>
      <w:tblStyleRowBandSize w:val="1"/>
      <w:tblBorders>
        <w:top w:val="single" w:sz="6" w:space="0" w:color="006DB6"/>
        <w:left w:val="single" w:sz="6" w:space="0" w:color="006DB6"/>
        <w:bottom w:val="single" w:sz="6" w:space="0" w:color="006DB6"/>
        <w:right w:val="single" w:sz="6" w:space="0" w:color="006DB6"/>
        <w:insideV w:val="single" w:sz="6" w:space="0" w:color="006DB6"/>
      </w:tblBorders>
    </w:tblPr>
    <w:tblStylePr w:type="firstRow">
      <w:pPr>
        <w:keepNext/>
        <w:keepLines/>
        <w:wordWrap/>
      </w:pPr>
      <w:rPr>
        <w:rFonts w:ascii="Arial" w:hAnsi="Arial"/>
        <w:b/>
        <w:i w:val="0"/>
        <w:color w:val="006DB6"/>
        <w:sz w:val="16"/>
      </w:rPr>
      <w:tblPr/>
      <w:tcPr>
        <w:tcBorders>
          <w:top w:val="single" w:sz="6" w:space="0" w:color="006DB6"/>
          <w:left w:val="single" w:sz="6" w:space="0" w:color="006DB6"/>
          <w:bottom w:val="single" w:sz="6" w:space="0" w:color="006DB6"/>
          <w:right w:val="single" w:sz="6" w:space="0" w:color="006DB6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blauw-000-none">
    <w:name w:val="table-style-blauw-000-none"/>
    <w:basedOn w:val="table-style-blauw-000-outline"/>
    <w:rsid w:val="00D272D6"/>
    <w:tblPr>
      <w:tblStyleColBandSize w:val="1"/>
    </w:tblPr>
    <w:tblStylePr w:type="firstRow">
      <w:pPr>
        <w:keepNext/>
        <w:keepLines/>
        <w:wordWrap/>
      </w:pPr>
      <w:rPr>
        <w:rFonts w:ascii="Arial" w:hAnsi="Arial"/>
        <w:b/>
        <w:i w:val="0"/>
        <w:color w:val="006DB6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blauw-040-outline">
    <w:name w:val="table-style-blauw-040-outline"/>
    <w:basedOn w:val="table-style-blauw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006DB6"/>
        <w:sz w:val="16"/>
      </w:rPr>
      <w:tblPr/>
      <w:tcPr>
        <w:tcBorders>
          <w:top w:val="single" w:sz="6" w:space="0" w:color="006DB6"/>
          <w:left w:val="single" w:sz="6" w:space="0" w:color="006DB6"/>
          <w:bottom w:val="single" w:sz="6" w:space="0" w:color="006DB6"/>
          <w:right w:val="single" w:sz="6" w:space="0" w:color="006DB6"/>
          <w:insideH w:val="nil"/>
          <w:insideV w:val="nil"/>
          <w:tl2br w:val="nil"/>
          <w:tr2bl w:val="nil"/>
        </w:tcBorders>
        <w:shd w:val="pct40" w:color="A4BFE1" w:fill="A4BFE1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blauw-040-none">
    <w:name w:val="table-style-blauw-040-none"/>
    <w:basedOn w:val="table-style-blauw-04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006DB6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40" w:color="A4BFE1" w:fill="A4BFE1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blauw-070-outline">
    <w:name w:val="table-style-blauw-070-outline"/>
    <w:basedOn w:val="table-style-blauw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single" w:sz="6" w:space="0" w:color="006DB6"/>
          <w:left w:val="single" w:sz="6" w:space="0" w:color="006DB6"/>
          <w:bottom w:val="single" w:sz="6" w:space="0" w:color="006DB6"/>
          <w:right w:val="single" w:sz="6" w:space="0" w:color="006DB6"/>
          <w:insideH w:val="nil"/>
          <w:insideV w:val="nil"/>
          <w:tl2br w:val="nil"/>
          <w:tr2bl w:val="nil"/>
        </w:tcBorders>
        <w:shd w:val="pct70" w:color="4E93CA" w:fill="4E93CA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blauw-070-none">
    <w:name w:val="table-style-blauw-070-none"/>
    <w:basedOn w:val="table-style-blauw-07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70" w:color="4E93CA" w:fill="4E93CA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blauw-100-outline">
    <w:name w:val="table-style-blauw-100-outline"/>
    <w:basedOn w:val="table-style-blauw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single" w:sz="6" w:space="0" w:color="006DB6"/>
          <w:left w:val="single" w:sz="6" w:space="0" w:color="006DB6"/>
          <w:bottom w:val="single" w:sz="6" w:space="0" w:color="006DB6"/>
          <w:right w:val="single" w:sz="6" w:space="0" w:color="006DB6"/>
          <w:insideH w:val="nil"/>
          <w:insideV w:val="nil"/>
          <w:tl2br w:val="nil"/>
          <w:tr2bl w:val="nil"/>
        </w:tcBorders>
        <w:shd w:val="solid" w:color="006DB6" w:fill="006DB6"/>
      </w:tcPr>
    </w:tblStylePr>
    <w:tblStylePr w:type="band1Horz">
      <w:tblPr/>
      <w:tcPr>
        <w:tcBorders>
          <w:top w:val="single" w:sz="4" w:space="0" w:color="A6A6A6" w:themeColor="background1" w:themeShade="A6"/>
        </w:tcBorders>
      </w:tcPr>
    </w:tblStylePr>
    <w:tblStylePr w:type="band2Horz">
      <w:tblPr/>
      <w:tcPr>
        <w:tcBorders>
          <w:top w:val="single" w:sz="4" w:space="0" w:color="A6A6A6" w:themeColor="background1" w:themeShade="A6"/>
        </w:tcBorders>
      </w:tcPr>
    </w:tblStylePr>
  </w:style>
  <w:style w:type="table" w:customStyle="1" w:styleId="table-style-blauw-100-none">
    <w:name w:val="table-style-blauw-100-none"/>
    <w:basedOn w:val="table-style-blauw-1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6DB6" w:fill="006DB6"/>
      </w:tcPr>
    </w:tblStylePr>
    <w:tblStylePr w:type="band1Horz">
      <w:tblPr/>
      <w:tcPr>
        <w:tcBorders>
          <w:top w:val="single" w:sz="4" w:space="0" w:color="A6A6A6" w:themeColor="background1" w:themeShade="A6"/>
        </w:tcBorders>
      </w:tcPr>
    </w:tblStylePr>
    <w:tblStylePr w:type="band2Horz">
      <w:tblPr/>
      <w:tcPr>
        <w:tcBorders>
          <w:top w:val="single" w:sz="4" w:space="0" w:color="A6A6A6" w:themeColor="background1" w:themeShade="A6"/>
        </w:tcBorders>
      </w:tcPr>
    </w:tblStylePr>
  </w:style>
  <w:style w:type="table" w:customStyle="1" w:styleId="table-style-blauwgroen-000-outline">
    <w:name w:val="table-style-blauwgroen-000-outline"/>
    <w:basedOn w:val="TableNormal"/>
    <w:rsid w:val="00D272D6"/>
    <w:pPr>
      <w:spacing w:after="0" w:line="280" w:lineRule="atLeast"/>
    </w:pPr>
    <w:rPr>
      <w:rFonts w:ascii="Arial" w:hAnsi="Arial" w:cs="Times New Roman"/>
      <w:color w:val="000000"/>
      <w:sz w:val="16"/>
      <w:szCs w:val="20"/>
      <w:lang w:eastAsia="nl-NL"/>
    </w:rPr>
    <w:tblPr>
      <w:tblStyleRowBandSize w:val="1"/>
      <w:tblBorders>
        <w:top w:val="single" w:sz="6" w:space="0" w:color="009696"/>
        <w:left w:val="single" w:sz="6" w:space="0" w:color="009696"/>
        <w:bottom w:val="single" w:sz="6" w:space="0" w:color="009696"/>
        <w:right w:val="single" w:sz="6" w:space="0" w:color="009696"/>
        <w:insideV w:val="single" w:sz="6" w:space="0" w:color="009696"/>
      </w:tblBorders>
    </w:tblPr>
    <w:tblStylePr w:type="firstRow">
      <w:pPr>
        <w:keepNext/>
        <w:keepLines/>
        <w:wordWrap/>
      </w:pPr>
      <w:rPr>
        <w:rFonts w:ascii="Arial" w:hAnsi="Arial"/>
        <w:b/>
        <w:i w:val="0"/>
        <w:color w:val="009696"/>
        <w:sz w:val="16"/>
      </w:rPr>
      <w:tblPr/>
      <w:tcPr>
        <w:tcBorders>
          <w:top w:val="single" w:sz="6" w:space="0" w:color="009696"/>
          <w:left w:val="single" w:sz="6" w:space="0" w:color="009696"/>
          <w:bottom w:val="single" w:sz="6" w:space="0" w:color="009696"/>
          <w:right w:val="single" w:sz="6" w:space="0" w:color="009696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blauwgroen-000-none">
    <w:name w:val="table-style-blauwgroen-000-none"/>
    <w:basedOn w:val="table-style-blauwgroen-000-outline"/>
    <w:rsid w:val="00D272D6"/>
    <w:tblPr>
      <w:tblStyleColBandSize w:val="1"/>
    </w:tblPr>
    <w:tblStylePr w:type="firstRow">
      <w:pPr>
        <w:keepNext/>
        <w:keepLines/>
        <w:wordWrap/>
      </w:pPr>
      <w:rPr>
        <w:rFonts w:ascii="Arial" w:hAnsi="Arial"/>
        <w:b/>
        <w:i w:val="0"/>
        <w:color w:val="009696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blauwgroen-040-outline">
    <w:name w:val="table-style-blauwgroen-040-outline"/>
    <w:basedOn w:val="table-style-blauwgroen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009696"/>
        <w:sz w:val="16"/>
      </w:rPr>
      <w:tblPr/>
      <w:tcPr>
        <w:tcBorders>
          <w:top w:val="single" w:sz="6" w:space="0" w:color="009696"/>
          <w:left w:val="single" w:sz="6" w:space="0" w:color="009696"/>
          <w:bottom w:val="single" w:sz="6" w:space="0" w:color="009696"/>
          <w:right w:val="single" w:sz="6" w:space="0" w:color="009696"/>
          <w:insideH w:val="nil"/>
          <w:insideV w:val="nil"/>
          <w:tl2br w:val="nil"/>
          <w:tr2bl w:val="nil"/>
        </w:tcBorders>
        <w:shd w:val="pct40" w:color="A6D7D4" w:fill="A6D7D4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blauwgroen-040-none">
    <w:name w:val="table-style-blauwgroen-040-none"/>
    <w:basedOn w:val="table-style-blauwgroen-04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009696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40" w:color="A6D7D4" w:fill="A6D7D4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blauwgroen-070-outline">
    <w:name w:val="table-style-blauwgroen-070-outline"/>
    <w:basedOn w:val="table-style-blauwgroen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single" w:sz="6" w:space="0" w:color="009696"/>
          <w:left w:val="single" w:sz="6" w:space="0" w:color="009696"/>
          <w:bottom w:val="single" w:sz="6" w:space="0" w:color="009696"/>
          <w:right w:val="single" w:sz="6" w:space="0" w:color="009696"/>
          <w:insideH w:val="nil"/>
          <w:insideV w:val="nil"/>
          <w:tl2br w:val="nil"/>
          <w:tr2bl w:val="nil"/>
        </w:tcBorders>
        <w:shd w:val="pct70" w:color="3DB6B3" w:fill="3DB6B3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blauwgroen-070-none">
    <w:name w:val="table-style-blauwgroen-070-none"/>
    <w:basedOn w:val="table-style-blauwgroen-07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70" w:color="3DB6B3" w:fill="3DB6B3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blauwgroen-100-outline">
    <w:name w:val="table-style-blauwgroen-100-outline"/>
    <w:basedOn w:val="table-style-blauwgroen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single" w:sz="6" w:space="0" w:color="009696"/>
          <w:left w:val="single" w:sz="6" w:space="0" w:color="009696"/>
          <w:bottom w:val="single" w:sz="6" w:space="0" w:color="009696"/>
          <w:right w:val="single" w:sz="6" w:space="0" w:color="009696"/>
          <w:insideH w:val="nil"/>
          <w:insideV w:val="nil"/>
          <w:tl2br w:val="nil"/>
          <w:tr2bl w:val="nil"/>
        </w:tcBorders>
        <w:shd w:val="solid" w:color="009696" w:fill="009696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blauwgroen-100-none">
    <w:name w:val="table-style-blauwgroen-100-none"/>
    <w:basedOn w:val="table-style-blauwgroen-1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9696" w:fill="009696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donkerblauw-000-outline">
    <w:name w:val="table-style-donkerblauw-000-outline"/>
    <w:basedOn w:val="TableNormal"/>
    <w:rsid w:val="00D272D6"/>
    <w:pPr>
      <w:spacing w:after="0" w:line="280" w:lineRule="atLeast"/>
    </w:pPr>
    <w:rPr>
      <w:rFonts w:ascii="Arial" w:hAnsi="Arial" w:cs="Times New Roman"/>
      <w:color w:val="000000"/>
      <w:sz w:val="16"/>
      <w:szCs w:val="20"/>
      <w:lang w:eastAsia="nl-NL"/>
    </w:rPr>
    <w:tblPr>
      <w:tblStyleRowBandSize w:val="1"/>
      <w:tblBorders>
        <w:top w:val="single" w:sz="6" w:space="0" w:color="003C64"/>
        <w:left w:val="single" w:sz="6" w:space="0" w:color="003C64"/>
        <w:bottom w:val="single" w:sz="6" w:space="0" w:color="003C64"/>
        <w:right w:val="single" w:sz="6" w:space="0" w:color="003C64"/>
        <w:insideV w:val="single" w:sz="6" w:space="0" w:color="003C64"/>
      </w:tblBorders>
    </w:tblPr>
    <w:tblStylePr w:type="firstRow">
      <w:pPr>
        <w:keepNext/>
        <w:keepLines/>
        <w:wordWrap/>
      </w:pPr>
      <w:rPr>
        <w:rFonts w:ascii="Arial" w:hAnsi="Arial"/>
        <w:b/>
        <w:i w:val="0"/>
        <w:color w:val="003C64"/>
        <w:sz w:val="16"/>
      </w:rPr>
      <w:tblPr/>
      <w:tcPr>
        <w:tcBorders>
          <w:top w:val="single" w:sz="6" w:space="0" w:color="003C64"/>
          <w:left w:val="single" w:sz="6" w:space="0" w:color="003C64"/>
          <w:bottom w:val="single" w:sz="6" w:space="0" w:color="003C64"/>
          <w:right w:val="single" w:sz="6" w:space="0" w:color="003C64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donkerblauw-000-none">
    <w:name w:val="table-style-donkerblauw-000-none"/>
    <w:basedOn w:val="table-style-donkerblauw-000-outline"/>
    <w:rsid w:val="00D272D6"/>
    <w:tblPr>
      <w:tblStyleColBandSize w:val="1"/>
    </w:tblPr>
    <w:tblStylePr w:type="firstRow">
      <w:pPr>
        <w:keepNext/>
        <w:keepLines/>
        <w:wordWrap/>
      </w:pPr>
      <w:rPr>
        <w:rFonts w:ascii="Arial" w:hAnsi="Arial"/>
        <w:b/>
        <w:i w:val="0"/>
        <w:color w:val="003C64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donkerblauw-040-outline">
    <w:name w:val="table-style-donkerblauw-040-outline"/>
    <w:basedOn w:val="table-style-donkerblauw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003C64"/>
        <w:sz w:val="16"/>
      </w:rPr>
      <w:tblPr/>
      <w:tcPr>
        <w:tcBorders>
          <w:top w:val="single" w:sz="6" w:space="0" w:color="003C64"/>
          <w:left w:val="single" w:sz="6" w:space="0" w:color="003C64"/>
          <w:bottom w:val="single" w:sz="6" w:space="0" w:color="003C64"/>
          <w:right w:val="single" w:sz="6" w:space="0" w:color="003C64"/>
          <w:insideH w:val="nil"/>
          <w:insideV w:val="nil"/>
          <w:tl2br w:val="nil"/>
          <w:tr2bl w:val="nil"/>
        </w:tcBorders>
        <w:shd w:val="pct40" w:color="879DBA" w:fill="879DBA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donkerblauw-040-none">
    <w:name w:val="table-style-donkerblauw-040-none"/>
    <w:basedOn w:val="table-style-donkerblauw-04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003C64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40" w:color="879DBA" w:fill="879DBA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donkerblauw-070-outline">
    <w:name w:val="table-style-donkerblauw-070-outline"/>
    <w:basedOn w:val="table-style-donkerblauw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single" w:sz="6" w:space="0" w:color="003C64"/>
          <w:left w:val="single" w:sz="6" w:space="0" w:color="003C64"/>
          <w:bottom w:val="single" w:sz="6" w:space="0" w:color="003C64"/>
          <w:right w:val="single" w:sz="6" w:space="0" w:color="003C64"/>
          <w:insideH w:val="nil"/>
          <w:insideV w:val="nil"/>
          <w:tl2br w:val="nil"/>
          <w:tr2bl w:val="nil"/>
        </w:tcBorders>
        <w:shd w:val="pct70" w:color="32648B" w:fill="32648B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donkerblauw-070-none">
    <w:name w:val="table-style-donkerblauw-070-none"/>
    <w:basedOn w:val="table-style-donkerblauw-07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70" w:color="32648B" w:fill="32648B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donkerblauw-100-outline">
    <w:name w:val="table-style-donkerblauw-100-outline"/>
    <w:basedOn w:val="table-style-donkerblauw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single" w:sz="6" w:space="0" w:color="003C64"/>
          <w:left w:val="single" w:sz="6" w:space="0" w:color="003C64"/>
          <w:bottom w:val="single" w:sz="6" w:space="0" w:color="003C64"/>
          <w:right w:val="single" w:sz="6" w:space="0" w:color="003C64"/>
          <w:insideH w:val="nil"/>
          <w:insideV w:val="nil"/>
          <w:tl2br w:val="nil"/>
          <w:tr2bl w:val="nil"/>
        </w:tcBorders>
        <w:shd w:val="solid" w:color="003C64" w:fill="003C64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donkerblauw-100-none">
    <w:name w:val="table-style-donkerblauw-100-none"/>
    <w:basedOn w:val="table-style-donkerblauw-1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3C64" w:fill="003C64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grijs-000-outline">
    <w:name w:val="table-style-grijs-000-outline"/>
    <w:basedOn w:val="table-style-zwart-000-outline"/>
    <w:rsid w:val="00D272D6"/>
    <w:tblPr>
      <w:tblBorders>
        <w:top w:val="single" w:sz="6" w:space="0" w:color="A0A5A5"/>
        <w:left w:val="single" w:sz="6" w:space="0" w:color="A0A5A5"/>
        <w:bottom w:val="single" w:sz="6" w:space="0" w:color="A0A5A5"/>
        <w:right w:val="single" w:sz="6" w:space="0" w:color="A0A5A5"/>
        <w:insideV w:val="single" w:sz="6" w:space="0" w:color="A0A5A5"/>
      </w:tblBorders>
    </w:tblPr>
    <w:tblStylePr w:type="firstRow">
      <w:pPr>
        <w:keepNext/>
        <w:keepLines/>
        <w:wordWrap/>
      </w:pPr>
      <w:rPr>
        <w:rFonts w:ascii="Arial" w:hAnsi="Arial"/>
        <w:b/>
        <w:i w:val="0"/>
        <w:color w:val="A0A5A5"/>
        <w:sz w:val="16"/>
      </w:rPr>
      <w:tblPr/>
      <w:tcPr>
        <w:tcBorders>
          <w:top w:val="single" w:sz="6" w:space="0" w:color="A0A5A5"/>
          <w:left w:val="single" w:sz="6" w:space="0" w:color="A0A5A5"/>
          <w:bottom w:val="single" w:sz="6" w:space="0" w:color="A0A5A5"/>
          <w:right w:val="single" w:sz="6" w:space="0" w:color="A0A5A5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grijs-000-none">
    <w:name w:val="table-style-grijs-000-none"/>
    <w:basedOn w:val="table-style-grijs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A0A5A5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grijs-040-outline">
    <w:name w:val="table-style-grijs-040-outline"/>
    <w:basedOn w:val="table-style-grijs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A0A5A5"/>
        <w:sz w:val="16"/>
      </w:rPr>
      <w:tblPr/>
      <w:tcPr>
        <w:tcBorders>
          <w:top w:val="single" w:sz="6" w:space="0" w:color="A0A5A5"/>
          <w:left w:val="single" w:sz="6" w:space="0" w:color="A0A5A5"/>
          <w:bottom w:val="single" w:sz="6" w:space="0" w:color="A0A5A5"/>
          <w:right w:val="single" w:sz="6" w:space="0" w:color="A0A5A5"/>
          <w:insideH w:val="nil"/>
          <w:insideV w:val="nil"/>
          <w:tl2br w:val="nil"/>
          <w:tr2bl w:val="nil"/>
        </w:tcBorders>
        <w:shd w:val="pct40" w:color="DADCDB" w:fill="DADCDB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grijs-040-none">
    <w:name w:val="table-style-grijs-040-none"/>
    <w:basedOn w:val="table-style-grijs-04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A0A5A5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40" w:color="DADCDB" w:fill="DADCDB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grijs-070-outline">
    <w:name w:val="table-style-grijs-070-outline"/>
    <w:basedOn w:val="table-style-grijs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single" w:sz="6" w:space="0" w:color="A0A5A5"/>
          <w:left w:val="single" w:sz="6" w:space="0" w:color="A0A5A5"/>
          <w:bottom w:val="single" w:sz="6" w:space="0" w:color="A0A5A5"/>
          <w:right w:val="single" w:sz="6" w:space="0" w:color="A0A5A5"/>
          <w:insideH w:val="nil"/>
          <w:insideV w:val="nil"/>
          <w:tl2br w:val="nil"/>
          <w:tr2bl w:val="nil"/>
        </w:tcBorders>
        <w:shd w:val="pct70" w:color="BDB7B6" w:fill="BDB7B6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grijs-070-none">
    <w:name w:val="table-style-grijs-070-none"/>
    <w:basedOn w:val="table-style-grijs-07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70" w:color="BDB7B6" w:fill="BDB7B6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grijs-100-outline">
    <w:name w:val="table-style-grijs-100-outline"/>
    <w:basedOn w:val="table-style-grijs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single" w:sz="6" w:space="0" w:color="A0A5A5"/>
          <w:left w:val="single" w:sz="6" w:space="0" w:color="A0A5A5"/>
          <w:bottom w:val="single" w:sz="6" w:space="0" w:color="A0A5A5"/>
          <w:right w:val="single" w:sz="6" w:space="0" w:color="A0A5A5"/>
          <w:insideH w:val="nil"/>
          <w:insideV w:val="nil"/>
          <w:tl2br w:val="nil"/>
          <w:tr2bl w:val="nil"/>
        </w:tcBorders>
        <w:shd w:val="solid" w:color="A0A5A5" w:fill="A0A5A5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grijs-100-none">
    <w:name w:val="table-style-grijs-100-none"/>
    <w:basedOn w:val="table-style-grijs-1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A0A5A5" w:fill="A0A5A5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groen-000-outline">
    <w:name w:val="table-style-groen-000-outline"/>
    <w:basedOn w:val="table-style-zwart-000-outline"/>
    <w:rsid w:val="00D272D6"/>
    <w:tblPr>
      <w:tblBorders>
        <w:top w:val="single" w:sz="6" w:space="0" w:color="A0BE00"/>
        <w:left w:val="single" w:sz="6" w:space="0" w:color="A0BE00"/>
        <w:bottom w:val="single" w:sz="6" w:space="0" w:color="A0BE00"/>
        <w:right w:val="single" w:sz="6" w:space="0" w:color="A0BE00"/>
        <w:insideV w:val="single" w:sz="6" w:space="0" w:color="A0BE00"/>
      </w:tblBorders>
    </w:tblPr>
    <w:tblStylePr w:type="firstRow">
      <w:pPr>
        <w:keepNext/>
        <w:keepLines/>
        <w:wordWrap/>
      </w:pPr>
      <w:rPr>
        <w:rFonts w:ascii="Arial" w:hAnsi="Arial"/>
        <w:b/>
        <w:i w:val="0"/>
        <w:color w:val="A0BE00"/>
        <w:sz w:val="16"/>
      </w:rPr>
      <w:tblPr/>
      <w:tcPr>
        <w:tcBorders>
          <w:top w:val="single" w:sz="6" w:space="0" w:color="A0BE00"/>
          <w:left w:val="single" w:sz="6" w:space="0" w:color="A0BE00"/>
          <w:bottom w:val="single" w:sz="6" w:space="0" w:color="A0BE00"/>
          <w:right w:val="single" w:sz="6" w:space="0" w:color="A0BE0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groen-000-none">
    <w:name w:val="table-style-groen-000-none"/>
    <w:basedOn w:val="table-style-groen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A0BE00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groen-040-outline">
    <w:name w:val="table-style-groen-040-outline"/>
    <w:basedOn w:val="table-style-groen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A0BE00"/>
        <w:sz w:val="16"/>
      </w:rPr>
      <w:tblPr/>
      <w:tcPr>
        <w:tcBorders>
          <w:top w:val="single" w:sz="6" w:space="0" w:color="A0BE00"/>
          <w:left w:val="single" w:sz="6" w:space="0" w:color="A0BE00"/>
          <w:bottom w:val="single" w:sz="6" w:space="0" w:color="A0BE00"/>
          <w:right w:val="single" w:sz="6" w:space="0" w:color="A0BE00"/>
          <w:insideH w:val="nil"/>
          <w:insideV w:val="nil"/>
          <w:tl2br w:val="nil"/>
          <w:tr2bl w:val="nil"/>
        </w:tcBorders>
        <w:shd w:val="pct40" w:color="DCE7B0" w:fill="DCE7B0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groen-040-none">
    <w:name w:val="table-style-groen-040-none"/>
    <w:basedOn w:val="table-style-groen-04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A0BE00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40" w:color="DCE7B0" w:fill="DCE7B0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groen-070-outline">
    <w:name w:val="table-style-groen-070-outline"/>
    <w:basedOn w:val="table-style-groen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single" w:sz="6" w:space="0" w:color="A0BE00"/>
          <w:left w:val="single" w:sz="6" w:space="0" w:color="A0BE00"/>
          <w:bottom w:val="single" w:sz="6" w:space="0" w:color="A0BE00"/>
          <w:right w:val="single" w:sz="6" w:space="0" w:color="A0BE00"/>
          <w:insideH w:val="nil"/>
          <w:insideV w:val="nil"/>
          <w:tl2br w:val="nil"/>
          <w:tr2bl w:val="nil"/>
        </w:tcBorders>
        <w:shd w:val="pct70" w:color="C0D46A" w:fill="C0D46A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groen-070-none">
    <w:name w:val="table-style-groen-070-none"/>
    <w:basedOn w:val="table-style-groen-07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70" w:color="C0D46A" w:fill="C0D46A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groen-100-outline">
    <w:name w:val="table-style-groen-100-outline"/>
    <w:basedOn w:val="table-style-groen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single" w:sz="6" w:space="0" w:color="A0BE00"/>
          <w:left w:val="single" w:sz="6" w:space="0" w:color="A0BE00"/>
          <w:bottom w:val="single" w:sz="6" w:space="0" w:color="A0BE00"/>
          <w:right w:val="single" w:sz="6" w:space="0" w:color="A0BE00"/>
          <w:insideH w:val="nil"/>
          <w:insideV w:val="nil"/>
          <w:tl2br w:val="nil"/>
          <w:tr2bl w:val="nil"/>
        </w:tcBorders>
        <w:shd w:val="solid" w:color="A0BE00" w:fill="A0BE00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groen-100-none">
    <w:name w:val="table-style-groen-100-none"/>
    <w:basedOn w:val="table-style-groen-1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A0BE00" w:fill="A0BE00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oranje-000-outline">
    <w:name w:val="table-style-oranje-000-outline"/>
    <w:basedOn w:val="table-style-zwart-000-outline"/>
    <w:rsid w:val="00D272D6"/>
    <w:tblPr>
      <w:tblBorders>
        <w:top w:val="single" w:sz="6" w:space="0" w:color="F49A00"/>
        <w:left w:val="single" w:sz="6" w:space="0" w:color="F49A00"/>
        <w:bottom w:val="single" w:sz="6" w:space="0" w:color="F49A00"/>
        <w:right w:val="single" w:sz="6" w:space="0" w:color="F49A00"/>
        <w:insideV w:val="single" w:sz="6" w:space="0" w:color="F49A00"/>
      </w:tblBorders>
    </w:tblPr>
    <w:tblStylePr w:type="firstRow">
      <w:pPr>
        <w:keepNext/>
        <w:keepLines/>
        <w:wordWrap/>
      </w:pPr>
      <w:rPr>
        <w:rFonts w:ascii="Arial" w:hAnsi="Arial"/>
        <w:b/>
        <w:i w:val="0"/>
        <w:color w:val="F49A00"/>
        <w:sz w:val="16"/>
      </w:rPr>
      <w:tblPr/>
      <w:tcPr>
        <w:tcBorders>
          <w:top w:val="single" w:sz="6" w:space="0" w:color="F49A00"/>
          <w:left w:val="single" w:sz="6" w:space="0" w:color="F49A00"/>
          <w:bottom w:val="single" w:sz="6" w:space="0" w:color="F49A00"/>
          <w:right w:val="single" w:sz="6" w:space="0" w:color="F49A0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oranje-000-none">
    <w:name w:val="table-style-oranje-000-none"/>
    <w:basedOn w:val="table-style-oranje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49A00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oranje-040-outline">
    <w:name w:val="table-style-oranje-040-outline"/>
    <w:basedOn w:val="table-style-oranje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49A00"/>
        <w:sz w:val="16"/>
      </w:rPr>
      <w:tblPr/>
      <w:tcPr>
        <w:tcBorders>
          <w:top w:val="single" w:sz="6" w:space="0" w:color="F49A00"/>
          <w:left w:val="single" w:sz="6" w:space="0" w:color="F49A00"/>
          <w:bottom w:val="single" w:sz="6" w:space="0" w:color="F49A00"/>
          <w:right w:val="single" w:sz="6" w:space="0" w:color="F49A00"/>
          <w:insideH w:val="nil"/>
          <w:insideV w:val="nil"/>
          <w:tl2br w:val="nil"/>
          <w:tr2bl w:val="nil"/>
        </w:tcBorders>
        <w:shd w:val="pct40" w:color="FDD8A5" w:fill="FDD8A5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oranje-040-none">
    <w:name w:val="table-style-oranje-040-none"/>
    <w:basedOn w:val="table-style-oranje-04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49A00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40" w:color="FDD8A5" w:fill="FDD8A5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oranje-070-outline">
    <w:name w:val="table-style-oranje-070-outline"/>
    <w:basedOn w:val="table-style-oranje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single" w:sz="6" w:space="0" w:color="F49A00"/>
          <w:left w:val="single" w:sz="6" w:space="0" w:color="F49A00"/>
          <w:bottom w:val="single" w:sz="6" w:space="0" w:color="F49A00"/>
          <w:right w:val="single" w:sz="6" w:space="0" w:color="F49A00"/>
          <w:insideH w:val="nil"/>
          <w:insideV w:val="nil"/>
          <w:tl2br w:val="nil"/>
          <w:tr2bl w:val="nil"/>
        </w:tcBorders>
        <w:shd w:val="pct70" w:color="F9B95C" w:fill="F9B95C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oranje-070-none">
    <w:name w:val="table-style-oranje-070-none"/>
    <w:basedOn w:val="table-style-oranje-07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70" w:color="F9B95C" w:fill="F9B95C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oranje-100-outline">
    <w:name w:val="table-style-oranje-100-outline"/>
    <w:basedOn w:val="table-style-oranje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single" w:sz="6" w:space="0" w:color="F49A00"/>
          <w:left w:val="single" w:sz="6" w:space="0" w:color="F49A00"/>
          <w:bottom w:val="single" w:sz="6" w:space="0" w:color="F49A00"/>
          <w:right w:val="single" w:sz="6" w:space="0" w:color="F49A00"/>
          <w:insideH w:val="nil"/>
          <w:insideV w:val="nil"/>
          <w:tl2br w:val="nil"/>
          <w:tr2bl w:val="nil"/>
        </w:tcBorders>
        <w:shd w:val="solid" w:color="F49A00" w:fill="F49A00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oranje-100-none">
    <w:name w:val="table-style-oranje-100-none"/>
    <w:basedOn w:val="table-style-oranje-1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49A00" w:fill="F49A00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paars-000-outline">
    <w:name w:val="table-style-paars-000-outline"/>
    <w:basedOn w:val="table-style-zwart-000-outline"/>
    <w:rsid w:val="00D272D6"/>
    <w:tblPr>
      <w:tblBorders>
        <w:top w:val="single" w:sz="6" w:space="0" w:color="980D7D"/>
        <w:left w:val="single" w:sz="6" w:space="0" w:color="980D7D"/>
        <w:bottom w:val="single" w:sz="6" w:space="0" w:color="980D7D"/>
        <w:right w:val="single" w:sz="6" w:space="0" w:color="980D7D"/>
        <w:insideV w:val="single" w:sz="6" w:space="0" w:color="980D7D"/>
      </w:tblBorders>
    </w:tblPr>
    <w:tblStylePr w:type="firstRow">
      <w:pPr>
        <w:keepNext/>
        <w:keepLines/>
        <w:wordWrap/>
      </w:pPr>
      <w:rPr>
        <w:rFonts w:ascii="Arial" w:hAnsi="Arial"/>
        <w:b/>
        <w:i w:val="0"/>
        <w:color w:val="980D7D"/>
        <w:sz w:val="16"/>
      </w:rPr>
      <w:tblPr/>
      <w:tcPr>
        <w:tcBorders>
          <w:top w:val="single" w:sz="6" w:space="0" w:color="980D7D"/>
          <w:left w:val="single" w:sz="6" w:space="0" w:color="980D7D"/>
          <w:bottom w:val="single" w:sz="6" w:space="0" w:color="980D7D"/>
          <w:right w:val="single" w:sz="6" w:space="0" w:color="980D7D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paars-000-none">
    <w:name w:val="table-style-paars-000-none"/>
    <w:basedOn w:val="table-style-paars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980D7D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paars-040-outline">
    <w:name w:val="table-style-paars-040-outline"/>
    <w:basedOn w:val="table-style-paars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980D7D"/>
        <w:sz w:val="16"/>
      </w:rPr>
      <w:tblPr/>
      <w:tcPr>
        <w:tcBorders>
          <w:top w:val="single" w:sz="6" w:space="0" w:color="980D7D"/>
          <w:left w:val="single" w:sz="6" w:space="0" w:color="980D7D"/>
          <w:bottom w:val="single" w:sz="6" w:space="0" w:color="980D7D"/>
          <w:right w:val="single" w:sz="6" w:space="0" w:color="980D7D"/>
          <w:insideH w:val="nil"/>
          <w:insideV w:val="nil"/>
          <w:tl2br w:val="nil"/>
          <w:tr2bl w:val="nil"/>
        </w:tcBorders>
        <w:shd w:val="pct40" w:color="D2AACC" w:fill="D2AACC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paars-040-none">
    <w:name w:val="table-style-paars-040-none"/>
    <w:basedOn w:val="table-style-paars-04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980D7D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40" w:color="D2AACC" w:fill="D2AACC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paars-070-outline">
    <w:name w:val="table-style-paars-070-outline"/>
    <w:basedOn w:val="table-style-paars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single" w:sz="6" w:space="0" w:color="980D7D"/>
          <w:left w:val="single" w:sz="6" w:space="0" w:color="980D7D"/>
          <w:bottom w:val="single" w:sz="6" w:space="0" w:color="980D7D"/>
          <w:right w:val="single" w:sz="6" w:space="0" w:color="980D7D"/>
          <w:insideH w:val="nil"/>
          <w:insideV w:val="nil"/>
          <w:tl2br w:val="nil"/>
          <w:tr2bl w:val="nil"/>
        </w:tcBorders>
        <w:shd w:val="pct70" w:color="B466A1" w:fill="B466A1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paars-070-none">
    <w:name w:val="table-style-paars-070-none"/>
    <w:basedOn w:val="table-style-paars-07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70" w:color="B466A1" w:fill="B466A1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paars-100-outline">
    <w:name w:val="table-style-paars-100-outline"/>
    <w:basedOn w:val="table-style-paars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single" w:sz="6" w:space="0" w:color="980D7D"/>
          <w:left w:val="single" w:sz="6" w:space="0" w:color="980D7D"/>
          <w:bottom w:val="single" w:sz="6" w:space="0" w:color="980D7D"/>
          <w:right w:val="single" w:sz="6" w:space="0" w:color="980D7D"/>
          <w:insideH w:val="nil"/>
          <w:insideV w:val="nil"/>
          <w:tl2br w:val="nil"/>
          <w:tr2bl w:val="nil"/>
        </w:tcBorders>
        <w:shd w:val="solid" w:color="980D7D" w:fill="980D7D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paars-100-none">
    <w:name w:val="table-style-paars-100-none"/>
    <w:basedOn w:val="table-style-paars-1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980D7D" w:fill="980D7D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roze-000-outline">
    <w:name w:val="table-style-roze-000-outline"/>
    <w:basedOn w:val="table-style-zwart-000-outline"/>
    <w:rsid w:val="00D272D6"/>
    <w:tblPr>
      <w:tblBorders>
        <w:top w:val="single" w:sz="6" w:space="0" w:color="E30052"/>
        <w:left w:val="single" w:sz="6" w:space="0" w:color="E30052"/>
        <w:bottom w:val="single" w:sz="6" w:space="0" w:color="E30052"/>
        <w:right w:val="single" w:sz="6" w:space="0" w:color="E30052"/>
        <w:insideV w:val="single" w:sz="6" w:space="0" w:color="E30052"/>
      </w:tblBorders>
    </w:tblPr>
    <w:tblStylePr w:type="firstRow">
      <w:pPr>
        <w:keepNext/>
        <w:keepLines/>
        <w:wordWrap/>
      </w:pPr>
      <w:rPr>
        <w:rFonts w:ascii="Arial" w:hAnsi="Arial"/>
        <w:b/>
        <w:i w:val="0"/>
        <w:color w:val="E30052"/>
        <w:sz w:val="16"/>
      </w:rPr>
      <w:tblPr/>
      <w:tcPr>
        <w:tcBorders>
          <w:top w:val="single" w:sz="6" w:space="0" w:color="E30052"/>
          <w:left w:val="single" w:sz="6" w:space="0" w:color="E30052"/>
          <w:bottom w:val="single" w:sz="6" w:space="0" w:color="E30052"/>
          <w:right w:val="single" w:sz="6" w:space="0" w:color="E30052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roze-000-none">
    <w:name w:val="table-style-roze-000-none"/>
    <w:basedOn w:val="table-style-roze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E30052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roze-040-outline">
    <w:name w:val="table-style-roze-040-outline"/>
    <w:basedOn w:val="table-style-roze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E30052"/>
        <w:sz w:val="16"/>
      </w:rPr>
      <w:tblPr/>
      <w:tcPr>
        <w:tcBorders>
          <w:top w:val="single" w:sz="6" w:space="0" w:color="E30052"/>
          <w:left w:val="single" w:sz="6" w:space="0" w:color="E30052"/>
          <w:bottom w:val="single" w:sz="6" w:space="0" w:color="E30052"/>
          <w:right w:val="single" w:sz="6" w:space="0" w:color="E30052"/>
          <w:insideH w:val="nil"/>
          <w:insideV w:val="nil"/>
          <w:tl2br w:val="nil"/>
          <w:tr2bl w:val="nil"/>
        </w:tcBorders>
        <w:shd w:val="pct40" w:color="F4B3B5" w:fill="F4B3B5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roze-040-none">
    <w:name w:val="table-style-roze-040-none"/>
    <w:basedOn w:val="table-style-roze-04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E30052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40" w:color="F4B3B5" w:fill="F4B3B5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roze-070-outline">
    <w:name w:val="table-style-roze-070-outline"/>
    <w:basedOn w:val="table-style-roze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single" w:sz="6" w:space="0" w:color="E30052"/>
          <w:left w:val="single" w:sz="6" w:space="0" w:color="E30052"/>
          <w:bottom w:val="single" w:sz="6" w:space="0" w:color="E30052"/>
          <w:right w:val="single" w:sz="6" w:space="0" w:color="E30052"/>
          <w:insideH w:val="nil"/>
          <w:insideV w:val="nil"/>
          <w:tl2br w:val="nil"/>
          <w:tr2bl w:val="nil"/>
        </w:tcBorders>
        <w:shd w:val="pct70" w:color="EB6D7E" w:fill="EB6D7E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roze-070-none">
    <w:name w:val="table-style-roze-070-none"/>
    <w:basedOn w:val="table-style-roze-07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70" w:color="EB6D7E" w:fill="EB6D7E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roze-100-outline">
    <w:name w:val="table-style-roze-100-outline"/>
    <w:basedOn w:val="table-style-roze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single" w:sz="6" w:space="0" w:color="E30052"/>
          <w:left w:val="single" w:sz="6" w:space="0" w:color="E30052"/>
          <w:bottom w:val="single" w:sz="6" w:space="0" w:color="E30052"/>
          <w:right w:val="single" w:sz="6" w:space="0" w:color="E30052"/>
          <w:insideH w:val="nil"/>
          <w:insideV w:val="nil"/>
          <w:tl2br w:val="nil"/>
          <w:tr2bl w:val="nil"/>
        </w:tcBorders>
        <w:shd w:val="solid" w:color="E30052" w:fill="E30052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roze-100-none">
    <w:name w:val="table-style-roze-100-none"/>
    <w:basedOn w:val="table-style-roze-1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E30052" w:fill="E30052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zwart-000-none">
    <w:name w:val="table-style-zwart-000-none"/>
    <w:basedOn w:val="table-style-zwart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000000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zwart-040-outline">
    <w:name w:val="table-style-zwart-040-outline"/>
    <w:basedOn w:val="table-style-zwart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000000"/>
        <w:sz w:val="16"/>
      </w:rPr>
      <w:tblPr/>
      <w:tcPr>
        <w:tc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  <w:tl2br w:val="nil"/>
          <w:tr2bl w:val="nil"/>
        </w:tcBorders>
        <w:shd w:val="pct40" w:color="B1B2B4" w:fill="B1B2B4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zwart-040-none">
    <w:name w:val="table-style-zwart-040-none"/>
    <w:basedOn w:val="table-style-zwart-04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000000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40" w:color="B1B2B4" w:fill="B1B2B4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zwart-070-outline">
    <w:name w:val="table-style-zwart-070-outline"/>
    <w:basedOn w:val="table-style-zwart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  <w:tl2br w:val="nil"/>
          <w:tr2bl w:val="nil"/>
        </w:tcBorders>
        <w:shd w:val="pct70" w:color="707173" w:fill="707173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zwart-070-none">
    <w:name w:val="table-style-zwart-070-none"/>
    <w:basedOn w:val="table-style-zwart-07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000000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70" w:color="707173" w:fill="707173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zwart-100-outline">
    <w:name w:val="table-style-zwart-100-outline"/>
    <w:basedOn w:val="table-style-zwart-0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  <w:tl2br w:val="nil"/>
          <w:tr2bl w:val="nil"/>
        </w:tcBorders>
        <w:shd w:val="solid" w:color="000000" w:fill="000000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table" w:customStyle="1" w:styleId="table-style-zwart-100-none">
    <w:name w:val="table-style-zwart-100-none"/>
    <w:basedOn w:val="table-style-zwart-100-outline"/>
    <w:rsid w:val="00D272D6"/>
    <w:tblPr/>
    <w:tblStylePr w:type="firstRow">
      <w:pPr>
        <w:keepNext/>
        <w:keepLines/>
        <w:wordWrap/>
      </w:pPr>
      <w:rPr>
        <w:rFonts w:ascii="Arial" w:hAnsi="Arial"/>
        <w:b/>
        <w:i w:val="0"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000000"/>
      </w:tcPr>
    </w:tblStylePr>
    <w:tblStylePr w:type="band1Horz">
      <w:tblPr/>
      <w:tcPr>
        <w:tcBorders>
          <w:top w:val="single" w:sz="6" w:space="0" w:color="A6A6A6" w:themeColor="background1" w:themeShade="A6"/>
        </w:tcBorders>
      </w:tcPr>
    </w:tblStylePr>
    <w:tblStylePr w:type="band2Horz">
      <w:tblPr/>
      <w:tcPr>
        <w:tcBorders>
          <w:top w:val="single" w:sz="6" w:space="0" w:color="A6A6A6" w:themeColor="background1" w:themeShade="A6"/>
        </w:tcBorders>
      </w:tcPr>
    </w:tblStylePr>
  </w:style>
  <w:style w:type="paragraph" w:customStyle="1" w:styleId="table-text">
    <w:name w:val="table-text"/>
    <w:basedOn w:val="DefaultText"/>
    <w:rsid w:val="00C93367"/>
    <w:rPr>
      <w:sz w:val="16"/>
    </w:rPr>
  </w:style>
  <w:style w:type="paragraph" w:customStyle="1" w:styleId="title-frontpage">
    <w:name w:val="title-frontpage"/>
    <w:basedOn w:val="DefaultText"/>
    <w:next w:val="subtitle-frontpage"/>
    <w:rsid w:val="00C93367"/>
    <w:pPr>
      <w:spacing w:line="720" w:lineRule="atLeast"/>
    </w:pPr>
    <w:rPr>
      <w:b/>
      <w:color w:val="003C64"/>
      <w:sz w:val="52"/>
    </w:rPr>
  </w:style>
  <w:style w:type="paragraph" w:customStyle="1" w:styleId="title-inside">
    <w:name w:val="title-inside"/>
    <w:basedOn w:val="DefaultText"/>
    <w:rsid w:val="00C93367"/>
    <w:pPr>
      <w:spacing w:line="600" w:lineRule="atLeast"/>
    </w:pPr>
    <w:rPr>
      <w:b/>
      <w:color w:val="006DB6"/>
      <w:sz w:val="48"/>
    </w:rPr>
  </w:style>
  <w:style w:type="paragraph" w:styleId="TOAHeading">
    <w:name w:val="toa heading"/>
    <w:basedOn w:val="Normal"/>
    <w:next w:val="Normal"/>
    <w:rsid w:val="00C93367"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DefaultText"/>
    <w:next w:val="DefaultText"/>
    <w:autoRedefine/>
    <w:rsid w:val="00C93367"/>
    <w:pPr>
      <w:tabs>
        <w:tab w:val="left" w:pos="340"/>
        <w:tab w:val="right" w:pos="7938"/>
      </w:tabs>
      <w:spacing w:before="280"/>
    </w:pPr>
    <w:rPr>
      <w:color w:val="006DB6"/>
    </w:rPr>
  </w:style>
  <w:style w:type="paragraph" w:styleId="TOC2">
    <w:name w:val="toc 2"/>
    <w:basedOn w:val="DefaultText"/>
    <w:next w:val="DefaultText"/>
    <w:autoRedefine/>
    <w:rsid w:val="00C93367"/>
    <w:pPr>
      <w:tabs>
        <w:tab w:val="left" w:pos="340"/>
        <w:tab w:val="left" w:pos="680"/>
        <w:tab w:val="right" w:pos="7938"/>
      </w:tabs>
      <w:ind w:left="340"/>
    </w:pPr>
  </w:style>
  <w:style w:type="paragraph" w:styleId="TOC3">
    <w:name w:val="toc 3"/>
    <w:basedOn w:val="DefaultText"/>
    <w:next w:val="DefaultText"/>
    <w:autoRedefine/>
    <w:rsid w:val="00C93367"/>
    <w:pPr>
      <w:tabs>
        <w:tab w:val="left" w:pos="340"/>
        <w:tab w:val="left" w:pos="680"/>
        <w:tab w:val="left" w:pos="1021"/>
        <w:tab w:val="right" w:pos="7938"/>
      </w:tabs>
      <w:ind w:left="680"/>
    </w:pPr>
  </w:style>
  <w:style w:type="paragraph" w:styleId="TOC4">
    <w:name w:val="toc 4"/>
    <w:basedOn w:val="Normal"/>
    <w:next w:val="Normal"/>
    <w:autoRedefine/>
    <w:rsid w:val="00C93367"/>
    <w:pPr>
      <w:ind w:left="570"/>
    </w:pPr>
  </w:style>
  <w:style w:type="paragraph" w:styleId="TOC5">
    <w:name w:val="toc 5"/>
    <w:basedOn w:val="Normal"/>
    <w:next w:val="Normal"/>
    <w:autoRedefine/>
    <w:rsid w:val="00C93367"/>
    <w:pPr>
      <w:ind w:left="760"/>
    </w:pPr>
  </w:style>
  <w:style w:type="paragraph" w:styleId="TOC6">
    <w:name w:val="toc 6"/>
    <w:basedOn w:val="DefaultText"/>
    <w:next w:val="DefaultText"/>
    <w:autoRedefine/>
    <w:rsid w:val="00C93367"/>
    <w:pPr>
      <w:tabs>
        <w:tab w:val="left" w:pos="340"/>
        <w:tab w:val="right" w:pos="7938"/>
      </w:tabs>
      <w:spacing w:before="280"/>
    </w:pPr>
    <w:rPr>
      <w:color w:val="006DB6"/>
    </w:rPr>
  </w:style>
  <w:style w:type="paragraph" w:styleId="TOC7">
    <w:name w:val="toc 7"/>
    <w:basedOn w:val="DefaultText"/>
    <w:next w:val="DefaultText"/>
    <w:autoRedefine/>
    <w:rsid w:val="00C93367"/>
    <w:pPr>
      <w:tabs>
        <w:tab w:val="left" w:pos="340"/>
        <w:tab w:val="left" w:pos="680"/>
        <w:tab w:val="right" w:pos="7938"/>
      </w:tabs>
      <w:ind w:left="340"/>
    </w:pPr>
  </w:style>
  <w:style w:type="paragraph" w:styleId="TOC8">
    <w:name w:val="toc 8"/>
    <w:basedOn w:val="Normal"/>
    <w:next w:val="Normal"/>
    <w:autoRedefine/>
    <w:rsid w:val="00C93367"/>
    <w:pPr>
      <w:ind w:left="1330"/>
    </w:pPr>
  </w:style>
  <w:style w:type="paragraph" w:styleId="TOC9">
    <w:name w:val="toc 9"/>
    <w:basedOn w:val="Normal"/>
    <w:next w:val="Normal"/>
    <w:autoRedefine/>
    <w:rsid w:val="00C93367"/>
    <w:pPr>
      <w:ind w:left="1520"/>
    </w:pPr>
  </w:style>
  <w:style w:type="paragraph" w:customStyle="1" w:styleId="voettekst-titel-links">
    <w:name w:val="voettekst-titel-links"/>
    <w:basedOn w:val="DefaultText"/>
    <w:rsid w:val="00C93367"/>
    <w:pPr>
      <w:spacing w:after="140" w:line="200" w:lineRule="atLeast"/>
    </w:pPr>
    <w:rPr>
      <w:sz w:val="14"/>
    </w:rPr>
  </w:style>
  <w:style w:type="paragraph" w:customStyle="1" w:styleId="voettekst-titel-rechts">
    <w:name w:val="voettekst-titel-rechts"/>
    <w:basedOn w:val="DefaultText"/>
    <w:uiPriority w:val="99"/>
    <w:rsid w:val="00C93367"/>
    <w:pPr>
      <w:spacing w:before="178" w:line="240" w:lineRule="atLeast"/>
      <w:ind w:right="851"/>
      <w:jc w:val="right"/>
    </w:pPr>
    <w:rPr>
      <w:sz w:val="14"/>
    </w:rPr>
  </w:style>
  <w:style w:type="paragraph" w:customStyle="1" w:styleId="list-bullet-color">
    <w:name w:val="list-bullet-color"/>
    <w:basedOn w:val="DefaultText"/>
    <w:link w:val="list-bullet-colorChar"/>
    <w:rsid w:val="00680A72"/>
    <w:pPr>
      <w:numPr>
        <w:numId w:val="12"/>
      </w:numPr>
    </w:pPr>
  </w:style>
  <w:style w:type="character" w:customStyle="1" w:styleId="DefaultTextChar">
    <w:name w:val="Default Text Char"/>
    <w:basedOn w:val="DefaultParagraphFont"/>
    <w:link w:val="DefaultText"/>
    <w:rsid w:val="009C1303"/>
    <w:rPr>
      <w:rFonts w:ascii="Arial" w:eastAsia="Times New Roman" w:hAnsi="Arial" w:cs="Times New Roman"/>
      <w:sz w:val="18"/>
      <w:szCs w:val="24"/>
      <w:lang w:val="en-GB" w:eastAsia="nl-NL"/>
    </w:rPr>
  </w:style>
  <w:style w:type="character" w:customStyle="1" w:styleId="list-bullet-colorChar">
    <w:name w:val="list-bullet-color Char"/>
    <w:basedOn w:val="DefaultTextChar"/>
    <w:link w:val="list-bullet-color"/>
    <w:rsid w:val="00680A72"/>
    <w:rPr>
      <w:rFonts w:ascii="Arial" w:eastAsia="Times New Roman" w:hAnsi="Arial" w:cs="Times New Roman"/>
      <w:sz w:val="18"/>
      <w:szCs w:val="24"/>
      <w:lang w:val="en-GB" w:eastAsia="nl-NL"/>
    </w:rPr>
  </w:style>
  <w:style w:type="paragraph" w:customStyle="1" w:styleId="list-bullet-black">
    <w:name w:val="list-bullet-black"/>
    <w:basedOn w:val="DefaultText"/>
    <w:link w:val="list-bullet-blackChar"/>
    <w:rsid w:val="00680A72"/>
    <w:pPr>
      <w:numPr>
        <w:numId w:val="13"/>
      </w:numPr>
    </w:pPr>
  </w:style>
  <w:style w:type="character" w:customStyle="1" w:styleId="list-bullet-blackChar">
    <w:name w:val="list-bullet-black Char"/>
    <w:basedOn w:val="DefaultTextChar"/>
    <w:link w:val="list-bullet-black"/>
    <w:rsid w:val="00680A72"/>
    <w:rPr>
      <w:rFonts w:ascii="Arial" w:eastAsia="Times New Roman" w:hAnsi="Arial" w:cs="Times New Roman"/>
      <w:sz w:val="18"/>
      <w:szCs w:val="24"/>
      <w:lang w:val="en-GB" w:eastAsia="nl-NL"/>
    </w:rPr>
  </w:style>
  <w:style w:type="paragraph" w:customStyle="1" w:styleId="list-number-black">
    <w:name w:val="list-number-black"/>
    <w:basedOn w:val="DefaultText"/>
    <w:link w:val="list-number-blackChar"/>
    <w:rsid w:val="00680A72"/>
    <w:pPr>
      <w:numPr>
        <w:numId w:val="14"/>
      </w:numPr>
    </w:pPr>
  </w:style>
  <w:style w:type="character" w:customStyle="1" w:styleId="list-number-blackChar">
    <w:name w:val="list-number-black Char"/>
    <w:basedOn w:val="DefaultTextChar"/>
    <w:link w:val="list-number-black"/>
    <w:rsid w:val="00680A72"/>
    <w:rPr>
      <w:rFonts w:ascii="Arial" w:eastAsia="Times New Roman" w:hAnsi="Arial" w:cs="Times New Roman"/>
      <w:sz w:val="18"/>
      <w:szCs w:val="24"/>
      <w:lang w:val="en-GB" w:eastAsia="nl-NL"/>
    </w:rPr>
  </w:style>
  <w:style w:type="paragraph" w:customStyle="1" w:styleId="list-number-color">
    <w:name w:val="list-number-color"/>
    <w:basedOn w:val="DefaultText"/>
    <w:link w:val="list-number-colorChar"/>
    <w:rsid w:val="00680A72"/>
    <w:pPr>
      <w:numPr>
        <w:numId w:val="49"/>
      </w:numPr>
    </w:pPr>
  </w:style>
  <w:style w:type="character" w:customStyle="1" w:styleId="list-number-colorChar">
    <w:name w:val="list-number-color Char"/>
    <w:basedOn w:val="DefaultTextChar"/>
    <w:link w:val="list-number-color"/>
    <w:rsid w:val="00680A72"/>
    <w:rPr>
      <w:rFonts w:ascii="Arial" w:eastAsia="Times New Roman" w:hAnsi="Arial" w:cs="Times New Roman"/>
      <w:sz w:val="18"/>
      <w:szCs w:val="24"/>
      <w:lang w:val="en-GB" w:eastAsia="nl-NL"/>
    </w:rPr>
  </w:style>
  <w:style w:type="table" w:styleId="LightList-Accent1">
    <w:name w:val="Light List Accent 1"/>
    <w:basedOn w:val="TableNormal"/>
    <w:uiPriority w:val="61"/>
    <w:rsid w:val="00B67A8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list-bullet-color-table">
    <w:name w:val="list-bullet-color-table"/>
    <w:basedOn w:val="DefaultText"/>
    <w:link w:val="list-bullet-color-tableChar"/>
    <w:rsid w:val="00734F59"/>
    <w:pPr>
      <w:numPr>
        <w:numId w:val="38"/>
      </w:numPr>
    </w:pPr>
    <w:rPr>
      <w:sz w:val="16"/>
    </w:rPr>
  </w:style>
  <w:style w:type="character" w:customStyle="1" w:styleId="list-bullet-color-tableChar">
    <w:name w:val="list-bullet-color-table Char"/>
    <w:basedOn w:val="DefaultTextChar"/>
    <w:link w:val="list-bullet-color-table"/>
    <w:rsid w:val="00734F59"/>
    <w:rPr>
      <w:rFonts w:ascii="Arial" w:eastAsia="Times New Roman" w:hAnsi="Arial" w:cs="Times New Roman"/>
      <w:sz w:val="16"/>
      <w:szCs w:val="24"/>
      <w:lang w:val="en-GB" w:eastAsia="nl-NL"/>
    </w:rPr>
  </w:style>
  <w:style w:type="paragraph" w:customStyle="1" w:styleId="list-bullet-black-table">
    <w:name w:val="list-bullet-black-table"/>
    <w:basedOn w:val="DefaultText"/>
    <w:link w:val="list-bullet-black-tableChar"/>
    <w:rsid w:val="00734F59"/>
    <w:pPr>
      <w:numPr>
        <w:numId w:val="40"/>
      </w:numPr>
    </w:pPr>
    <w:rPr>
      <w:sz w:val="16"/>
    </w:rPr>
  </w:style>
  <w:style w:type="character" w:customStyle="1" w:styleId="list-bullet-black-tableChar">
    <w:name w:val="list-bullet-black-table Char"/>
    <w:basedOn w:val="DefaultTextChar"/>
    <w:link w:val="list-bullet-black-table"/>
    <w:rsid w:val="00734F59"/>
    <w:rPr>
      <w:rFonts w:ascii="Arial" w:eastAsia="Times New Roman" w:hAnsi="Arial" w:cs="Times New Roman"/>
      <w:sz w:val="16"/>
      <w:szCs w:val="24"/>
      <w:lang w:val="en-GB" w:eastAsia="nl-NL"/>
    </w:rPr>
  </w:style>
  <w:style w:type="paragraph" w:customStyle="1" w:styleId="list-number-black-table">
    <w:name w:val="list-number-black-table"/>
    <w:basedOn w:val="list-number-black"/>
    <w:link w:val="list-number-black-tableChar"/>
    <w:rsid w:val="00F237E7"/>
    <w:pPr>
      <w:numPr>
        <w:numId w:val="42"/>
      </w:numPr>
      <w:ind w:left="360" w:hanging="360"/>
    </w:pPr>
    <w:rPr>
      <w:sz w:val="16"/>
    </w:rPr>
  </w:style>
  <w:style w:type="character" w:customStyle="1" w:styleId="list-number-black-tableChar">
    <w:name w:val="list-number-black-table Char"/>
    <w:basedOn w:val="list-number-blackChar"/>
    <w:link w:val="list-number-black-table"/>
    <w:rsid w:val="00F237E7"/>
    <w:rPr>
      <w:rFonts w:ascii="Arial" w:eastAsia="Times New Roman" w:hAnsi="Arial" w:cs="Times New Roman"/>
      <w:sz w:val="16"/>
      <w:szCs w:val="24"/>
      <w:lang w:val="en-GB" w:eastAsia="nl-NL"/>
    </w:rPr>
  </w:style>
  <w:style w:type="paragraph" w:customStyle="1" w:styleId="list-number-color-table">
    <w:name w:val="list-number-color-table"/>
    <w:basedOn w:val="DefaultText"/>
    <w:link w:val="list-number-color-tableChar"/>
    <w:rsid w:val="00F237E7"/>
    <w:pPr>
      <w:numPr>
        <w:numId w:val="44"/>
      </w:numPr>
      <w:ind w:left="360" w:hanging="360"/>
    </w:pPr>
    <w:rPr>
      <w:sz w:val="16"/>
    </w:rPr>
  </w:style>
  <w:style w:type="character" w:customStyle="1" w:styleId="list-number-color-tableChar">
    <w:name w:val="list-number-color-table Char"/>
    <w:basedOn w:val="DefaultTextChar"/>
    <w:link w:val="list-number-color-table"/>
    <w:rsid w:val="00F237E7"/>
    <w:rPr>
      <w:rFonts w:ascii="Arial" w:eastAsia="Times New Roman" w:hAnsi="Arial" w:cs="Times New Roman"/>
      <w:sz w:val="16"/>
      <w:szCs w:val="24"/>
      <w:lang w:val="en-GB" w:eastAsia="nl-NL"/>
    </w:rPr>
  </w:style>
  <w:style w:type="paragraph" w:customStyle="1" w:styleId="DefaultTest">
    <w:name w:val="Default Test"/>
    <w:basedOn w:val="list-bullet-black-table"/>
    <w:rsid w:val="00734F59"/>
    <w:pPr>
      <w:numPr>
        <w:numId w:val="0"/>
      </w:numPr>
      <w:ind w:left="284" w:hanging="284"/>
    </w:pPr>
  </w:style>
  <w:style w:type="paragraph" w:customStyle="1" w:styleId="Annexetitle">
    <w:name w:val="Annexe_title"/>
    <w:basedOn w:val="Heading1"/>
    <w:next w:val="Normal"/>
    <w:autoRedefine/>
    <w:rsid w:val="004954F5"/>
    <w:pPr>
      <w:keepNext w:val="0"/>
      <w:keepLines w:val="0"/>
      <w:numPr>
        <w:numId w:val="0"/>
      </w:numPr>
      <w:tabs>
        <w:tab w:val="clear" w:pos="0"/>
        <w:tab w:val="left" w:pos="1701"/>
        <w:tab w:val="left" w:pos="2552"/>
      </w:tabs>
      <w:spacing w:before="240" w:after="240" w:line="240" w:lineRule="auto"/>
      <w:jc w:val="center"/>
      <w:outlineLvl w:val="9"/>
    </w:pPr>
    <w:rPr>
      <w:rFonts w:ascii="Times New Roman" w:hAnsi="Times New Roman" w:cs="Times New Roman"/>
      <w:bCs w:val="0"/>
      <w:caps/>
      <w:color w:val="auto"/>
      <w:sz w:val="28"/>
      <w:szCs w:val="28"/>
      <w:lang w:val="en-GB" w:eastAsia="en-GB"/>
    </w:rPr>
  </w:style>
  <w:style w:type="character" w:styleId="Hyperlink">
    <w:name w:val="Hyperlink"/>
    <w:rsid w:val="004954F5"/>
    <w:rPr>
      <w:color w:val="0000FF"/>
      <w:u w:val="single"/>
    </w:rPr>
  </w:style>
  <w:style w:type="paragraph" w:customStyle="1" w:styleId="normaltableau">
    <w:name w:val="normal_tableau"/>
    <w:basedOn w:val="Normal"/>
    <w:rsid w:val="004954F5"/>
    <w:pPr>
      <w:spacing w:before="120" w:after="120" w:line="240" w:lineRule="auto"/>
      <w:jc w:val="both"/>
    </w:pPr>
    <w:rPr>
      <w:rFonts w:ascii="Optima" w:hAnsi="Optima"/>
      <w:sz w:val="22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.Aguirre\AppData\Roaming\B-ware\DocSys.Web\profiles\ecorys\client\folders\ds-blanco-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4B552-A743-4E41-991B-CF5E4C8C4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ds-blanco-2016</Template>
  <TotalTime>0</TotalTime>
  <Pages>2</Pages>
  <Words>114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Ecorys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Aguirre</dc:creator>
  <cp:keywords/>
  <dc:description/>
  <cp:lastModifiedBy>Irene Mercader</cp:lastModifiedBy>
  <cp:revision>4</cp:revision>
  <dcterms:created xsi:type="dcterms:W3CDTF">2019-01-02T12:21:00Z</dcterms:created>
  <dcterms:modified xsi:type="dcterms:W3CDTF">2024-06-13T15:20:00Z</dcterms:modified>
</cp:coreProperties>
</file>